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9072" w:type="dxa"/>
        <w:tblLayout w:type="fixed"/>
        <w:tblCellMar>
          <w:left w:w="0" w:type="dxa"/>
          <w:right w:w="0" w:type="dxa"/>
        </w:tblCellMar>
        <w:tblLook w:val="0000" w:firstRow="0" w:lastRow="0" w:firstColumn="0" w:lastColumn="0" w:noHBand="0" w:noVBand="0"/>
      </w:tblPr>
      <w:tblGrid>
        <w:gridCol w:w="4678"/>
        <w:gridCol w:w="4394"/>
      </w:tblGrid>
      <w:tr w:rsidR="00D40650" w14:paraId="55942A01" w14:textId="77777777" w:rsidTr="00181517">
        <w:trPr>
          <w:trHeight w:val="2121"/>
        </w:trPr>
        <w:tc>
          <w:tcPr>
            <w:tcW w:w="4678" w:type="dxa"/>
          </w:tcPr>
          <w:p w14:paraId="559429FF" w14:textId="19C1D221" w:rsidR="00D40650" w:rsidRPr="00A10E66" w:rsidRDefault="00F3446C" w:rsidP="00DF44DF">
            <w:pPr>
              <w:pStyle w:val="TableContents"/>
              <w:rPr>
                <w:b/>
              </w:rPr>
            </w:pPr>
            <w:r>
              <w:rPr>
                <w:noProof/>
                <w:lang w:eastAsia="et-EE" w:bidi="ar-SA"/>
              </w:rPr>
              <w:drawing>
                <wp:anchor distT="0" distB="0" distL="114300" distR="114300" simplePos="0" relativeHeight="251658240" behindDoc="0" locked="0" layoutInCell="1" allowOverlap="1" wp14:anchorId="55942A30" wp14:editId="3BA70AAA">
                  <wp:simplePos x="0" y="0"/>
                  <wp:positionH relativeFrom="page">
                    <wp:posOffset>-864235</wp:posOffset>
                  </wp:positionH>
                  <wp:positionV relativeFrom="page">
                    <wp:posOffset>-144145</wp:posOffset>
                  </wp:positionV>
                  <wp:extent cx="2879725" cy="935990"/>
                  <wp:effectExtent l="0" t="0" r="0" b="0"/>
                  <wp:wrapNone/>
                  <wp:docPr id="2"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79725" cy="93599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394" w:type="dxa"/>
          </w:tcPr>
          <w:p w14:paraId="55942A00" w14:textId="77777777" w:rsidR="00BC1A62" w:rsidRPr="00BC1A62" w:rsidRDefault="00BC1A62" w:rsidP="00BB0136">
            <w:pPr>
              <w:pStyle w:val="AK"/>
              <w:ind w:left="426"/>
            </w:pPr>
          </w:p>
        </w:tc>
      </w:tr>
      <w:tr w:rsidR="00D40650" w:rsidRPr="001D4CFB" w14:paraId="55942A0B" w14:textId="77777777" w:rsidTr="00181517">
        <w:trPr>
          <w:trHeight w:val="2203"/>
        </w:trPr>
        <w:tc>
          <w:tcPr>
            <w:tcW w:w="4678" w:type="dxa"/>
          </w:tcPr>
          <w:sdt>
            <w:sdtPr>
              <w:alias w:val="Saatja/adressaat"/>
              <w:tag w:val="Isik"/>
              <w:id w:val="-938369058"/>
              <w:placeholder>
                <w:docPart w:val="44930A1AF23343858C30C11BBFB2B588"/>
              </w:placeholder>
              <w:dataBinding w:prefixMappings="xmlns:ns0='http://schemas.microsoft.com/office/2006/metadata/properties' xmlns:ns1='http://www.w3.org/2001/XMLSchema-instance' xmlns:ns2='4f28efae-2a20-4782-b43d-2717bdd273fa' " w:xpath="/ns0:properties[1]/documentManagement[1]/ns2:Isik[1]" w:storeItemID="{4641D1AD-509B-40CE-903D-086D51302F65}"/>
              <w:text/>
            </w:sdtPr>
            <w:sdtEndPr/>
            <w:sdtContent>
              <w:p w14:paraId="46916939" w14:textId="11DD6762" w:rsidR="00371A7B" w:rsidRDefault="00181517" w:rsidP="0002730F">
                <w:pPr>
                  <w:pStyle w:val="Adressaat"/>
                </w:pPr>
                <w:r>
                  <w:t>Bert Holm</w:t>
                </w:r>
              </w:p>
            </w:sdtContent>
          </w:sdt>
          <w:p w14:paraId="55942A03" w14:textId="50F4A220" w:rsidR="00124999" w:rsidRPr="006B118C" w:rsidRDefault="00181517" w:rsidP="0002730F">
            <w:pPr>
              <w:pStyle w:val="Adressaat"/>
            </w:pPr>
            <w:r>
              <w:t>looduskaitsespetsialist</w:t>
            </w:r>
          </w:p>
          <w:sdt>
            <w:sdtPr>
              <w:alias w:val="Asutus"/>
              <w:tag w:val="Asutus"/>
              <w:id w:val="-1474741511"/>
              <w:placeholder>
                <w:docPart w:val="421CD45A0D7B496BB72E03BE28EEBD1F"/>
              </w:placeholder>
              <w:dataBinding w:prefixMappings="xmlns:ns0='http://schemas.microsoft.com/office/2006/metadata/properties' xmlns:ns1='http://www.w3.org/2001/XMLSchema-instance' xmlns:ns2='4f28efae-2a20-4782-b43d-2717bdd273fa' " w:xpath="/ns0:properties[1]/documentManagement[1]/ns2:Asutus[1]" w:storeItemID="{4641D1AD-509B-40CE-903D-086D51302F65}"/>
              <w:text/>
            </w:sdtPr>
            <w:sdtEndPr/>
            <w:sdtContent>
              <w:p w14:paraId="48CCC525" w14:textId="35D363E1" w:rsidR="00371A7B" w:rsidRDefault="00181517" w:rsidP="0002730F">
                <w:pPr>
                  <w:pStyle w:val="Adressaat"/>
                </w:pPr>
                <w:r>
                  <w:t>Riigimetsa Majandamise Keskus</w:t>
                </w:r>
              </w:p>
            </w:sdtContent>
          </w:sdt>
          <w:sdt>
            <w:sdtPr>
              <w:rPr>
                <w:iCs/>
              </w:rPr>
              <w:alias w:val="E-posti aadress"/>
              <w:tag w:val="E-posti_x0020_aadress"/>
              <w:id w:val="-1821649039"/>
              <w:placeholder>
                <w:docPart w:val="0D1A0B42E7A5465FAC9A5203DF9CEF07"/>
              </w:placeholder>
              <w:dataBinding w:prefixMappings="xmlns:ns0='http://schemas.microsoft.com/office/2006/metadata/properties' xmlns:ns1='http://www.w3.org/2001/XMLSchema-instance' xmlns:ns2='4f28efae-2a20-4782-b43d-2717bdd273fa' " w:xpath="/ns0:properties[1]/documentManagement[1]/ns2:E-posti_x0020_aadress[1]" w:storeItemID="{4641D1AD-509B-40CE-903D-086D51302F65}"/>
              <w:text/>
            </w:sdtPr>
            <w:sdtEndPr/>
            <w:sdtContent>
              <w:p w14:paraId="55942A06" w14:textId="26FBB4FC" w:rsidR="003B2A9C" w:rsidRPr="00BF4D7C" w:rsidRDefault="00181517" w:rsidP="0002730F">
                <w:pPr>
                  <w:pStyle w:val="Adressaat"/>
                  <w:rPr>
                    <w:iCs/>
                  </w:rPr>
                </w:pPr>
                <w:r>
                  <w:rPr>
                    <w:iCs/>
                  </w:rPr>
                  <w:t>bert.holm@rmk.ee</w:t>
                </w:r>
              </w:p>
            </w:sdtContent>
          </w:sdt>
        </w:tc>
        <w:tc>
          <w:tcPr>
            <w:tcW w:w="4394" w:type="dxa"/>
          </w:tcPr>
          <w:p w14:paraId="55942A07" w14:textId="00DA2374" w:rsidR="00124999" w:rsidRPr="006B118C" w:rsidRDefault="00262E94" w:rsidP="0002730F">
            <w:pPr>
              <w:spacing w:line="240" w:lineRule="auto"/>
            </w:pPr>
            <w:r>
              <w:t>Teie</w:t>
            </w:r>
            <w:r w:rsidR="00371A7B">
              <w:t xml:space="preserve"> </w:t>
            </w:r>
            <w:sdt>
              <w:sdtPr>
                <w:alias w:val="Saatja kuupäev"/>
                <w:tag w:val="Saatja_x0020_kuupäev"/>
                <w:id w:val="-1829442424"/>
                <w:placeholder>
                  <w:docPart w:val="96ECB1E8BDFF469D83C7B37D33224268"/>
                </w:placeholder>
                <w:dataBinding w:prefixMappings="xmlns:ns0='http://schemas.microsoft.com/office/2006/metadata/properties' xmlns:ns1='http://www.w3.org/2001/XMLSchema-instance' xmlns:ns2='4f28efae-2a20-4782-b43d-2717bdd273fa' " w:xpath="/ns0:properties[1]/documentManagement[1]/ns2:Saatja_x0020_kuupäev[1]" w:storeItemID="{4641D1AD-509B-40CE-903D-086D51302F65}"/>
                <w:date w:fullDate="2023-04-03T00:00:00Z">
                  <w:dateFormat w:val="dd.MM.yyyy"/>
                  <w:lid w:val="et-EE"/>
                  <w:storeMappedDataAs w:val="dateTime"/>
                  <w:calendar w:val="gregorian"/>
                </w:date>
              </w:sdtPr>
              <w:sdtEndPr/>
              <w:sdtContent>
                <w:r w:rsidR="00181517">
                  <w:t>03.04.2023</w:t>
                </w:r>
              </w:sdtContent>
            </w:sdt>
          </w:p>
          <w:p w14:paraId="55942A08" w14:textId="77777777" w:rsidR="00BF4D7C" w:rsidRPr="006B118C" w:rsidRDefault="00BF4D7C" w:rsidP="0002730F">
            <w:pPr>
              <w:spacing w:line="240" w:lineRule="auto"/>
            </w:pPr>
          </w:p>
          <w:p w14:paraId="55942A09" w14:textId="52A63C30" w:rsidR="00EC028D" w:rsidRPr="005E7E54" w:rsidRDefault="00262E94" w:rsidP="0002730F">
            <w:pPr>
              <w:spacing w:line="240" w:lineRule="auto"/>
              <w:jc w:val="left"/>
            </w:pPr>
            <w:r>
              <w:t>Meie</w:t>
            </w:r>
            <w:r w:rsidR="00EC028D">
              <w:t xml:space="preserve"> </w:t>
            </w:r>
            <w:sdt>
              <w:sdtPr>
                <w:alias w:val="Registreerimise kuupäev"/>
                <w:tag w:val="RMRegistrationDate"/>
                <w:id w:val="1890454166"/>
                <w:placeholder>
                  <w:docPart w:val="D726FD2301C84C08B460F3731620D30F"/>
                </w:placeholder>
                <w:showingPlcHdr/>
                <w:dataBinding w:prefixMappings="xmlns:ns0='http://schemas.microsoft.com/office/2006/metadata/properties' xmlns:ns1='http://www.w3.org/2001/XMLSchema-instance' xmlns:ns2='4f28efae-2a20-4782-b43d-2717bdd273fa' " w:xpath="/ns0:properties[1]/documentManagement[1]/ns2:RMRegistrationDate[1]" w:storeItemID="{4641D1AD-509B-40CE-903D-086D51302F65}"/>
                <w:date>
                  <w:dateFormat w:val="dd.MM.yyyy"/>
                  <w:lid w:val="et-EE"/>
                  <w:storeMappedDataAs w:val="dateTime"/>
                  <w:calendar w:val="gregorian"/>
                </w:date>
              </w:sdtPr>
              <w:sdtEndPr/>
              <w:sdtContent>
                <w:r w:rsidR="00371A7B" w:rsidRPr="004B6E3E">
                  <w:rPr>
                    <w:rStyle w:val="Kohatitetekst"/>
                  </w:rPr>
                  <w:t>[Registreerimise kuupäev]</w:t>
                </w:r>
              </w:sdtContent>
            </w:sdt>
            <w:r w:rsidR="00371A7B">
              <w:t xml:space="preserve"> </w:t>
            </w:r>
            <w:r w:rsidR="00EC028D" w:rsidRPr="005E7E54">
              <w:t xml:space="preserve">nr </w:t>
            </w:r>
            <w:sdt>
              <w:sdtPr>
                <w:alias w:val="Registreerimisnumber"/>
                <w:tag w:val="RMReferenceCode"/>
                <w:id w:val="1889219399"/>
                <w:placeholder>
                  <w:docPart w:val="427CE42C46EC4A15A0CF1F59CA922DF7"/>
                </w:placeholder>
                <w:showingPlcHdr/>
                <w:dataBinding w:prefixMappings="xmlns:ns0='http://schemas.microsoft.com/office/2006/metadata/properties' xmlns:ns1='http://www.w3.org/2001/XMLSchema-instance' xmlns:ns2='4f28efae-2a20-4782-b43d-2717bdd273fa' " w:xpath="/ns0:properties[1]/documentManagement[1]/ns2:RMReferenceCode[1]" w:storeItemID="{4641D1AD-509B-40CE-903D-086D51302F65}"/>
                <w:text/>
              </w:sdtPr>
              <w:sdtEndPr/>
              <w:sdtContent>
                <w:r w:rsidR="00371A7B" w:rsidRPr="004B6E3E">
                  <w:rPr>
                    <w:rStyle w:val="Kohatitetekst"/>
                  </w:rPr>
                  <w:t>[Registreerimisnumber]</w:t>
                </w:r>
              </w:sdtContent>
            </w:sdt>
          </w:p>
          <w:p w14:paraId="55942A0A" w14:textId="77777777" w:rsidR="003B2A9C" w:rsidRPr="001D4CFB" w:rsidRDefault="003B2A9C" w:rsidP="0002730F">
            <w:pPr>
              <w:spacing w:line="240" w:lineRule="auto"/>
              <w:ind w:left="-425"/>
              <w:jc w:val="left"/>
            </w:pPr>
          </w:p>
        </w:tc>
      </w:tr>
    </w:tbl>
    <w:sdt>
      <w:sdtPr>
        <w:alias w:val="Tiitel"/>
        <w:tag w:val=""/>
        <w:id w:val="-621767140"/>
        <w:placeholder>
          <w:docPart w:val="F2F803D466A644A7B611A8826D03E022"/>
        </w:placeholder>
        <w:dataBinding w:prefixMappings="xmlns:ns0='http://purl.org/dc/elements/1.1/' xmlns:ns1='http://schemas.openxmlformats.org/package/2006/metadata/core-properties' " w:xpath="/ns1:coreProperties[1]/ns0:title[1]" w:storeItemID="{6C3C8BC8-F283-45AE-878A-BAB7291924A1}"/>
        <w:text/>
      </w:sdtPr>
      <w:sdtEndPr/>
      <w:sdtContent>
        <w:p w14:paraId="55942A0C" w14:textId="60A8B4C3" w:rsidR="00BC1A62" w:rsidRPr="00835858" w:rsidRDefault="00181517" w:rsidP="00035464">
          <w:pPr>
            <w:pStyle w:val="Pealkiri1"/>
            <w:ind w:right="4251"/>
          </w:pPr>
          <w:r>
            <w:t>Looduskaitsetöö lähteülesande kooskõlastamine (Kassari mk 34 loopealne ja puiskarjamaa)</w:t>
          </w:r>
        </w:p>
      </w:sdtContent>
    </w:sdt>
    <w:p w14:paraId="1416A002" w14:textId="77777777" w:rsidR="00181517" w:rsidRDefault="00181517" w:rsidP="005A728D">
      <w:pPr>
        <w:pStyle w:val="Snum"/>
      </w:pPr>
    </w:p>
    <w:p w14:paraId="55942A0D" w14:textId="7322AB68" w:rsidR="00A13FDE" w:rsidRDefault="00262E94" w:rsidP="005A728D">
      <w:pPr>
        <w:pStyle w:val="Snum"/>
      </w:pPr>
      <w:r>
        <w:t xml:space="preserve">Austatud </w:t>
      </w:r>
      <w:r w:rsidR="00181517">
        <w:t>Bert Holm</w:t>
      </w:r>
    </w:p>
    <w:p w14:paraId="55942A0E" w14:textId="77777777" w:rsidR="00A13FDE" w:rsidRDefault="00A13FDE" w:rsidP="005A728D">
      <w:pPr>
        <w:pStyle w:val="Snum"/>
      </w:pPr>
    </w:p>
    <w:p w14:paraId="55942A0F" w14:textId="77777777" w:rsidR="00A13FDE" w:rsidRDefault="00A13FDE" w:rsidP="005A728D">
      <w:pPr>
        <w:pStyle w:val="Snum"/>
      </w:pPr>
    </w:p>
    <w:p w14:paraId="215357DA" w14:textId="77777777" w:rsidR="00181517" w:rsidRDefault="00181517" w:rsidP="00181517">
      <w:pPr>
        <w:pStyle w:val="Default"/>
        <w:ind w:right="424"/>
        <w:jc w:val="both"/>
        <w:rPr>
          <w:color w:val="auto"/>
        </w:rPr>
      </w:pPr>
      <w:r w:rsidRPr="00435AC2">
        <w:rPr>
          <w:color w:val="auto"/>
        </w:rPr>
        <w:t xml:space="preserve">Esitasite </w:t>
      </w:r>
      <w:r>
        <w:rPr>
          <w:color w:val="auto"/>
        </w:rPr>
        <w:t>03</w:t>
      </w:r>
      <w:r w:rsidRPr="00435AC2">
        <w:rPr>
          <w:color w:val="auto"/>
        </w:rPr>
        <w:t>.</w:t>
      </w:r>
      <w:r>
        <w:rPr>
          <w:color w:val="auto"/>
        </w:rPr>
        <w:t>04</w:t>
      </w:r>
      <w:r w:rsidRPr="00435AC2">
        <w:rPr>
          <w:color w:val="auto"/>
        </w:rPr>
        <w:t>.20</w:t>
      </w:r>
      <w:r>
        <w:rPr>
          <w:color w:val="auto"/>
        </w:rPr>
        <w:t>23</w:t>
      </w:r>
      <w:r w:rsidRPr="00435AC2">
        <w:rPr>
          <w:color w:val="auto"/>
        </w:rPr>
        <w:t xml:space="preserve"> Keskkonnaametile kooskõlastamiseks looduskaitsetöö lähteülesan</w:t>
      </w:r>
      <w:r>
        <w:rPr>
          <w:color w:val="auto"/>
        </w:rPr>
        <w:t>de</w:t>
      </w:r>
      <w:r w:rsidRPr="00435AC2">
        <w:rPr>
          <w:color w:val="auto"/>
        </w:rPr>
        <w:t xml:space="preserve"> (tööobjekti</w:t>
      </w:r>
      <w:r>
        <w:rPr>
          <w:color w:val="auto"/>
        </w:rPr>
        <w:t xml:space="preserve"> ID numbri</w:t>
      </w:r>
      <w:r w:rsidRPr="00435AC2">
        <w:rPr>
          <w:color w:val="auto"/>
        </w:rPr>
        <w:t xml:space="preserve">ga </w:t>
      </w:r>
      <w:r>
        <w:rPr>
          <w:color w:val="auto"/>
        </w:rPr>
        <w:t>1357</w:t>
      </w:r>
      <w:r w:rsidRPr="00435AC2">
        <w:rPr>
          <w:color w:val="auto"/>
        </w:rPr>
        <w:t xml:space="preserve">) </w:t>
      </w:r>
      <w:r>
        <w:rPr>
          <w:color w:val="auto"/>
        </w:rPr>
        <w:t>Käina lahe</w:t>
      </w:r>
      <w:r>
        <w:rPr>
          <w:szCs w:val="23"/>
        </w:rPr>
        <w:t xml:space="preserve"> – </w:t>
      </w:r>
      <w:r>
        <w:rPr>
          <w:color w:val="auto"/>
        </w:rPr>
        <w:t>Kassari maastikukaitseala Kassari sääre sihtkaitsevööndis asuva</w:t>
      </w:r>
      <w:r w:rsidRPr="00435AC2">
        <w:rPr>
          <w:color w:val="auto"/>
        </w:rPr>
        <w:t xml:space="preserve"> </w:t>
      </w:r>
      <w:r>
        <w:rPr>
          <w:color w:val="auto"/>
        </w:rPr>
        <w:t>puiskarjamaa ja loopealse</w:t>
      </w:r>
      <w:r w:rsidRPr="00435AC2">
        <w:rPr>
          <w:color w:val="auto"/>
        </w:rPr>
        <w:t xml:space="preserve"> </w:t>
      </w:r>
      <w:r>
        <w:rPr>
          <w:color w:val="auto"/>
        </w:rPr>
        <w:t>puhastamiseks tuuleheitest</w:t>
      </w:r>
      <w:r w:rsidRPr="00435AC2">
        <w:rPr>
          <w:color w:val="auto"/>
        </w:rPr>
        <w:t xml:space="preserve"> </w:t>
      </w:r>
      <w:r>
        <w:rPr>
          <w:color w:val="auto"/>
        </w:rPr>
        <w:t xml:space="preserve">3,02 </w:t>
      </w:r>
      <w:r w:rsidRPr="00435AC2">
        <w:rPr>
          <w:color w:val="auto"/>
        </w:rPr>
        <w:t xml:space="preserve">ha suurusel alal. </w:t>
      </w:r>
      <w:r>
        <w:rPr>
          <w:color w:val="auto"/>
        </w:rPr>
        <w:t>Tegevus</w:t>
      </w:r>
      <w:r w:rsidRPr="00435AC2">
        <w:rPr>
          <w:color w:val="auto"/>
        </w:rPr>
        <w:t xml:space="preserve"> on planeeritud </w:t>
      </w:r>
      <w:r>
        <w:rPr>
          <w:color w:val="auto"/>
        </w:rPr>
        <w:t>järgneval maaüksusel:</w:t>
      </w:r>
      <w:r w:rsidRPr="00435AC2">
        <w:rPr>
          <w:color w:val="auto"/>
        </w:rPr>
        <w:t xml:space="preserve"> </w:t>
      </w:r>
      <w:r w:rsidRPr="004B487A">
        <w:rPr>
          <w:color w:val="auto"/>
        </w:rPr>
        <w:t xml:space="preserve">Kassari maastikukaitseala </w:t>
      </w:r>
      <w:r>
        <w:rPr>
          <w:color w:val="auto"/>
        </w:rPr>
        <w:t>34</w:t>
      </w:r>
      <w:r w:rsidRPr="004B487A">
        <w:rPr>
          <w:color w:val="auto"/>
        </w:rPr>
        <w:t xml:space="preserve"> </w:t>
      </w:r>
      <w:r w:rsidRPr="00435AC2">
        <w:rPr>
          <w:color w:val="auto"/>
        </w:rPr>
        <w:t>(</w:t>
      </w:r>
      <w:bookmarkStart w:id="0" w:name="bm5"/>
      <w:r>
        <w:t>36801:001:0697)</w:t>
      </w:r>
      <w:bookmarkEnd w:id="0"/>
      <w:r>
        <w:rPr>
          <w:color w:val="auto"/>
        </w:rPr>
        <w:t>.</w:t>
      </w:r>
    </w:p>
    <w:p w14:paraId="155E110D" w14:textId="77777777" w:rsidR="00181517" w:rsidRDefault="00181517" w:rsidP="00181517">
      <w:pPr>
        <w:pStyle w:val="Default"/>
        <w:ind w:right="424"/>
        <w:jc w:val="both"/>
        <w:rPr>
          <w:color w:val="auto"/>
        </w:rPr>
      </w:pPr>
    </w:p>
    <w:p w14:paraId="54C0E4CE" w14:textId="77777777" w:rsidR="00181517" w:rsidRDefault="00181517" w:rsidP="00181517">
      <w:pPr>
        <w:pStyle w:val="Default"/>
        <w:ind w:right="424"/>
        <w:jc w:val="both"/>
        <w:rPr>
          <w:color w:val="auto"/>
        </w:rPr>
      </w:pPr>
      <w:r>
        <w:rPr>
          <w:color w:val="auto"/>
        </w:rPr>
        <w:t>Taastatavat elupaika peab käsitlema ja kujundama kui kuiva niitu lubjarikkal mullal (6210), mis ta 09.09.2022 a.  keskkonnaregistri andmetel on.</w:t>
      </w:r>
    </w:p>
    <w:p w14:paraId="07169ED0" w14:textId="77777777" w:rsidR="00181517" w:rsidRDefault="00181517" w:rsidP="00181517">
      <w:pPr>
        <w:pStyle w:val="Default"/>
        <w:ind w:right="424"/>
        <w:jc w:val="both"/>
        <w:rPr>
          <w:color w:val="auto"/>
        </w:rPr>
      </w:pPr>
    </w:p>
    <w:p w14:paraId="09D73B3A" w14:textId="77777777" w:rsidR="00181517" w:rsidRPr="00435AC2" w:rsidRDefault="00181517" w:rsidP="00181517">
      <w:pPr>
        <w:pStyle w:val="Default"/>
        <w:ind w:right="424"/>
        <w:jc w:val="both"/>
        <w:rPr>
          <w:color w:val="auto"/>
        </w:rPr>
      </w:pPr>
      <w:r>
        <w:rPr>
          <w:color w:val="auto"/>
        </w:rPr>
        <w:t>Aruniidule on 2005 ja 2010 aastal  inventeeritud kaitsealustest taimeliikidest kahkjaspunane sõrmkäpp, soo-neiuvaip, rohekas käokeel, kahelehine käokeel ja täpiline sõrmkäpp. Elupaiga ja kasvukohtade taastamistööd algasid 2020.a ning paaril aastal on olnud valgusolud liikide taasesinemiseks loodud. Seepärast peaks tuuleheite koristamisel ning varasematel taastamisel kasvama jäetud mändide eemaldamisel olema tähelepanelik kaitsealuste taimeliikide osas, et nende esinemisel neid ei kahjustataks.</w:t>
      </w:r>
    </w:p>
    <w:p w14:paraId="2107D340" w14:textId="77777777" w:rsidR="00181517" w:rsidRPr="00435AC2" w:rsidRDefault="00181517" w:rsidP="00181517">
      <w:pPr>
        <w:pStyle w:val="Default"/>
        <w:ind w:right="424"/>
        <w:jc w:val="both"/>
        <w:rPr>
          <w:color w:val="auto"/>
        </w:rPr>
      </w:pPr>
    </w:p>
    <w:p w14:paraId="443FF40C" w14:textId="77777777" w:rsidR="00181517" w:rsidRDefault="00181517" w:rsidP="00181517">
      <w:pPr>
        <w:pStyle w:val="Default"/>
        <w:ind w:right="424"/>
        <w:jc w:val="both"/>
      </w:pPr>
      <w:r>
        <w:t>Kavandatavad poollooduslike koosluste taastamistööd on kooskõlas kaitse-eeskirjaga ja Keskkonnaameti poolt 26. jaanuaril 2015. a kinnitatud Käina lahe</w:t>
      </w:r>
      <w:r>
        <w:rPr>
          <w:szCs w:val="23"/>
        </w:rPr>
        <w:t xml:space="preserve"> – </w:t>
      </w:r>
      <w:r>
        <w:t>Kassari maastikukaitseala kaitsekorralduskavaga aastateks 2015–2024 .</w:t>
      </w:r>
    </w:p>
    <w:p w14:paraId="64825A3B" w14:textId="77777777" w:rsidR="00181517" w:rsidRDefault="00181517" w:rsidP="00181517">
      <w:pPr>
        <w:pStyle w:val="Default"/>
        <w:ind w:right="424"/>
        <w:jc w:val="both"/>
      </w:pPr>
    </w:p>
    <w:p w14:paraId="77CC7C85" w14:textId="77777777" w:rsidR="00181517" w:rsidRDefault="00181517" w:rsidP="00181517">
      <w:pPr>
        <w:pStyle w:val="Default"/>
        <w:ind w:right="424"/>
        <w:jc w:val="both"/>
        <w:rPr>
          <w:color w:val="auto"/>
        </w:rPr>
      </w:pPr>
      <w:r w:rsidRPr="00435AC2">
        <w:rPr>
          <w:color w:val="auto"/>
        </w:rPr>
        <w:t xml:space="preserve">Teie poolt esitatud tööde kirjeldusse lisame täienduseks järgmised </w:t>
      </w:r>
      <w:r>
        <w:rPr>
          <w:color w:val="auto"/>
        </w:rPr>
        <w:t>tingimused</w:t>
      </w:r>
      <w:r w:rsidRPr="00435AC2">
        <w:rPr>
          <w:color w:val="auto"/>
        </w:rPr>
        <w:t>:</w:t>
      </w:r>
    </w:p>
    <w:p w14:paraId="7AD1FA84" w14:textId="77777777" w:rsidR="00181517" w:rsidRPr="00435AC2" w:rsidRDefault="00181517" w:rsidP="00181517">
      <w:pPr>
        <w:pStyle w:val="Default"/>
        <w:ind w:right="424"/>
        <w:jc w:val="both"/>
        <w:rPr>
          <w:color w:val="auto"/>
        </w:rPr>
      </w:pPr>
    </w:p>
    <w:p w14:paraId="64849210" w14:textId="77777777" w:rsidR="00181517" w:rsidRPr="00D570D5" w:rsidRDefault="00181517" w:rsidP="00181517">
      <w:pPr>
        <w:pStyle w:val="Default"/>
        <w:numPr>
          <w:ilvl w:val="0"/>
          <w:numId w:val="1"/>
        </w:numPr>
        <w:ind w:left="714" w:right="424" w:hanging="357"/>
        <w:jc w:val="both"/>
        <w:rPr>
          <w:color w:val="auto"/>
        </w:rPr>
      </w:pPr>
      <w:r>
        <w:rPr>
          <w:color w:val="auto"/>
        </w:rPr>
        <w:t>Aruniidule on kasvanud peale noor võsa, mis tuleb kettniidukiga purustada;</w:t>
      </w:r>
    </w:p>
    <w:p w14:paraId="4CE4503F" w14:textId="77777777" w:rsidR="00181517" w:rsidRPr="00D91892" w:rsidRDefault="00181517" w:rsidP="00181517">
      <w:pPr>
        <w:pStyle w:val="Default"/>
        <w:numPr>
          <w:ilvl w:val="0"/>
          <w:numId w:val="1"/>
        </w:numPr>
        <w:ind w:left="714" w:right="424" w:hanging="357"/>
        <w:jc w:val="both"/>
        <w:rPr>
          <w:color w:val="auto"/>
        </w:rPr>
      </w:pPr>
      <w:r>
        <w:rPr>
          <w:color w:val="auto"/>
        </w:rPr>
        <w:t>ladustatud puitmaterjali vedu ei tohi teostad linnurahu ajal (01.04-01.08).</w:t>
      </w:r>
    </w:p>
    <w:p w14:paraId="6DE751F5" w14:textId="77777777" w:rsidR="00181517" w:rsidRDefault="00181517" w:rsidP="00181517">
      <w:pPr>
        <w:pStyle w:val="Default"/>
        <w:ind w:right="424"/>
        <w:jc w:val="both"/>
        <w:rPr>
          <w:color w:val="auto"/>
        </w:rPr>
      </w:pPr>
    </w:p>
    <w:p w14:paraId="5E40125F" w14:textId="77777777" w:rsidR="00181517" w:rsidRPr="00780EBF" w:rsidRDefault="00181517" w:rsidP="00181517">
      <w:pPr>
        <w:pStyle w:val="Default"/>
        <w:ind w:right="424"/>
        <w:jc w:val="both"/>
        <w:rPr>
          <w:color w:val="auto"/>
          <w:sz w:val="28"/>
        </w:rPr>
      </w:pPr>
      <w:r w:rsidRPr="00780EBF">
        <w:rPr>
          <w:szCs w:val="23"/>
        </w:rPr>
        <w:lastRenderedPageBreak/>
        <w:t>Arvestades lähteülesandes RMK poolt juba esitatud ning käesolevas kirjas täiendavalt seatud tingimus</w:t>
      </w:r>
      <w:r>
        <w:rPr>
          <w:szCs w:val="23"/>
        </w:rPr>
        <w:t>i</w:t>
      </w:r>
      <w:r w:rsidRPr="00780EBF">
        <w:rPr>
          <w:szCs w:val="23"/>
        </w:rPr>
        <w:t xml:space="preserve">, kooskõlastab Keskkonnaamet </w:t>
      </w:r>
      <w:r>
        <w:rPr>
          <w:szCs w:val="23"/>
        </w:rPr>
        <w:t>Käina lahe – Kassari maastikukaitseala</w:t>
      </w:r>
      <w:r w:rsidRPr="00780EBF">
        <w:rPr>
          <w:szCs w:val="23"/>
        </w:rPr>
        <w:t xml:space="preserve"> looduskaitsetöö lähteülesande </w:t>
      </w:r>
      <w:r w:rsidRPr="00780EBF">
        <w:rPr>
          <w:color w:val="auto"/>
          <w:szCs w:val="23"/>
        </w:rPr>
        <w:t xml:space="preserve">(ID </w:t>
      </w:r>
      <w:r>
        <w:rPr>
          <w:color w:val="auto"/>
          <w:szCs w:val="23"/>
        </w:rPr>
        <w:t>1357</w:t>
      </w:r>
      <w:r w:rsidRPr="00780EBF">
        <w:rPr>
          <w:color w:val="auto"/>
          <w:szCs w:val="23"/>
        </w:rPr>
        <w:t>).</w:t>
      </w:r>
    </w:p>
    <w:p w14:paraId="55942A11" w14:textId="77777777" w:rsidR="00A13FDE" w:rsidRDefault="00A13FDE" w:rsidP="005A728D">
      <w:pPr>
        <w:pStyle w:val="Snum"/>
      </w:pPr>
    </w:p>
    <w:p w14:paraId="55942A19" w14:textId="77777777" w:rsidR="00432E04" w:rsidRDefault="00432E04" w:rsidP="005A728D">
      <w:pPr>
        <w:pStyle w:val="Snum"/>
      </w:pPr>
    </w:p>
    <w:p w14:paraId="55942A1A" w14:textId="77777777" w:rsidR="00A13FDE" w:rsidRDefault="00A13FDE" w:rsidP="005A728D">
      <w:pPr>
        <w:pStyle w:val="Snum"/>
      </w:pPr>
      <w:r>
        <w:t>Lugupidamisega</w:t>
      </w:r>
    </w:p>
    <w:p w14:paraId="55942A1B" w14:textId="77777777" w:rsidR="00A13FDE" w:rsidRDefault="00A13FDE" w:rsidP="005A728D">
      <w:pPr>
        <w:pStyle w:val="Snum"/>
      </w:pPr>
    </w:p>
    <w:p w14:paraId="55942A1C" w14:textId="77777777" w:rsidR="00A13FDE" w:rsidRDefault="00A13FDE" w:rsidP="005A728D">
      <w:pPr>
        <w:pStyle w:val="Snum"/>
      </w:pPr>
    </w:p>
    <w:p w14:paraId="55942A1E" w14:textId="10B7F506" w:rsidR="00262E94" w:rsidRDefault="00A13FDE" w:rsidP="005A728D">
      <w:pPr>
        <w:pStyle w:val="Snum"/>
      </w:pPr>
      <w:r w:rsidRPr="005A728D">
        <w:t>(</w:t>
      </w:r>
      <w:r w:rsidR="00432E04" w:rsidRPr="005A728D">
        <w:t>allkir</w:t>
      </w:r>
      <w:r w:rsidR="00EC028D" w:rsidRPr="005A728D">
        <w:t>jastatud digitaalselt</w:t>
      </w:r>
      <w:r w:rsidRPr="005A728D">
        <w:t>)</w:t>
      </w:r>
    </w:p>
    <w:sdt>
      <w:sdtPr>
        <w:alias w:val="Allkirjastaja"/>
        <w:tag w:val="Allkirjastaja"/>
        <w:id w:val="-1614584461"/>
        <w:placeholder>
          <w:docPart w:val="2F92D0E5E368432FBAB3FA70ED081CFD"/>
        </w:placeholder>
        <w:dataBinding w:prefixMappings="xmlns:ns0='http://schemas.microsoft.com/office/2006/metadata/properties' xmlns:ns1='http://www.w3.org/2001/XMLSchema-instance' xmlns:ns2='4f28efae-2a20-4782-b43d-2717bdd273fa' " w:xpath="/ns0:properties[1]/documentManagement[1]/ns2:Allkirjastaja[1]" w:storeItemID="{4641D1AD-509B-40CE-903D-086D51302F65}"/>
        <w:text/>
      </w:sdtPr>
      <w:sdtEndPr/>
      <w:sdtContent>
        <w:p w14:paraId="4482948D" w14:textId="4B6DEFD7" w:rsidR="002D64AB" w:rsidRDefault="00181517" w:rsidP="005A728D">
          <w:pPr>
            <w:pStyle w:val="Snum"/>
          </w:pPr>
          <w:r>
            <w:t>Gunnar Sein</w:t>
          </w:r>
        </w:p>
      </w:sdtContent>
    </w:sdt>
    <w:sdt>
      <w:sdtPr>
        <w:alias w:val="Allkirjastaja amet/roll"/>
        <w:tag w:val="Allkirjastaja_x0020_amet_x002F_roll"/>
        <w:id w:val="-1820263489"/>
        <w:placeholder>
          <w:docPart w:val="C12909BDBA28456E80421B97920BBC28"/>
        </w:placeholder>
        <w:dataBinding w:prefixMappings="xmlns:ns0='http://schemas.microsoft.com/office/2006/metadata/properties' xmlns:ns1='http://www.w3.org/2001/XMLSchema-instance' xmlns:ns2='4f28efae-2a20-4782-b43d-2717bdd273fa' " w:xpath="/ns0:properties[1]/documentManagement[1]/ns2:Allkirjastaja_x0020_amet_x002F_roll[1]" w:storeItemID="{4641D1AD-509B-40CE-903D-086D51302F65}"/>
        <w:text/>
      </w:sdtPr>
      <w:sdtEndPr/>
      <w:sdtContent>
        <w:p w14:paraId="3A716D7D" w14:textId="25B418B2" w:rsidR="002D64AB" w:rsidRDefault="00181517" w:rsidP="005A728D">
          <w:pPr>
            <w:pStyle w:val="Snum"/>
          </w:pPr>
          <w:r>
            <w:t>juhataja</w:t>
          </w:r>
        </w:p>
      </w:sdtContent>
    </w:sdt>
    <w:p w14:paraId="7ADA46D9" w14:textId="77777777" w:rsidR="00181517" w:rsidRDefault="00181517" w:rsidP="00181517">
      <w:pPr>
        <w:pStyle w:val="Snum"/>
      </w:pPr>
      <w:r>
        <w:t>maahoolduse büroo</w:t>
      </w:r>
    </w:p>
    <w:p w14:paraId="22DCFDD3" w14:textId="77777777" w:rsidR="00181517" w:rsidRDefault="00181517" w:rsidP="00181517">
      <w:pPr>
        <w:pStyle w:val="Snum"/>
      </w:pPr>
      <w:r>
        <w:t>looduskaitse korraldamise osakond</w:t>
      </w:r>
    </w:p>
    <w:p w14:paraId="55942A21" w14:textId="6CA1161D" w:rsidR="00432E04" w:rsidRDefault="00432E04" w:rsidP="005A728D">
      <w:pPr>
        <w:pStyle w:val="Snum"/>
      </w:pPr>
    </w:p>
    <w:p w14:paraId="44005F74" w14:textId="77777777" w:rsidR="00432E04" w:rsidRDefault="00432E04" w:rsidP="005A728D">
      <w:pPr>
        <w:pStyle w:val="Snum"/>
      </w:pPr>
    </w:p>
    <w:p w14:paraId="55942A27" w14:textId="4B43F67A" w:rsidR="00432E04" w:rsidRDefault="00432E04" w:rsidP="005A728D">
      <w:pPr>
        <w:pStyle w:val="Snum"/>
      </w:pPr>
    </w:p>
    <w:p w14:paraId="55942A28" w14:textId="77777777" w:rsidR="00A13FDE" w:rsidRDefault="00A13FDE" w:rsidP="005A728D">
      <w:pPr>
        <w:pStyle w:val="Snum"/>
      </w:pPr>
    </w:p>
    <w:p w14:paraId="55942A29" w14:textId="643F4181" w:rsidR="001E286A" w:rsidRDefault="001E286A">
      <w:pPr>
        <w:widowControl/>
        <w:suppressAutoHyphens w:val="0"/>
        <w:spacing w:line="240" w:lineRule="auto"/>
        <w:jc w:val="left"/>
        <w:rPr>
          <w:rFonts w:cs="Mangal"/>
        </w:rPr>
      </w:pPr>
    </w:p>
    <w:p w14:paraId="13D16C95" w14:textId="77777777" w:rsidR="00A13FDE" w:rsidRDefault="00A13FDE" w:rsidP="005A728D">
      <w:pPr>
        <w:pStyle w:val="Snum"/>
      </w:pPr>
    </w:p>
    <w:p w14:paraId="55942A2A" w14:textId="77777777" w:rsidR="00A13FDE" w:rsidRDefault="00A13FDE" w:rsidP="005A728D">
      <w:pPr>
        <w:pStyle w:val="Snum"/>
      </w:pPr>
    </w:p>
    <w:p w14:paraId="55942A2B" w14:textId="77777777" w:rsidR="00432E04" w:rsidRDefault="00432E04" w:rsidP="005A728D">
      <w:pPr>
        <w:pStyle w:val="Snum"/>
      </w:pPr>
    </w:p>
    <w:p w14:paraId="4E1CB681" w14:textId="66178889" w:rsidR="0002730F" w:rsidRDefault="0002730F" w:rsidP="005A728D">
      <w:pPr>
        <w:pStyle w:val="Snum"/>
      </w:pPr>
    </w:p>
    <w:p w14:paraId="353C51B6" w14:textId="77777777" w:rsidR="0002730F" w:rsidRDefault="0002730F" w:rsidP="005A728D">
      <w:pPr>
        <w:pStyle w:val="Snum"/>
      </w:pPr>
    </w:p>
    <w:p w14:paraId="7D535305" w14:textId="77777777" w:rsidR="0002730F" w:rsidRDefault="0002730F" w:rsidP="005A728D">
      <w:pPr>
        <w:pStyle w:val="Snum"/>
      </w:pPr>
    </w:p>
    <w:p w14:paraId="5D0C8F86" w14:textId="77777777" w:rsidR="0002730F" w:rsidRDefault="0002730F" w:rsidP="005A728D">
      <w:pPr>
        <w:pStyle w:val="Snum"/>
      </w:pPr>
    </w:p>
    <w:p w14:paraId="2D76FC4F" w14:textId="77777777" w:rsidR="0002730F" w:rsidRDefault="0002730F" w:rsidP="005A728D">
      <w:pPr>
        <w:pStyle w:val="Snum"/>
      </w:pPr>
    </w:p>
    <w:p w14:paraId="51FF6E3A" w14:textId="77777777" w:rsidR="0002730F" w:rsidRDefault="0002730F" w:rsidP="005A728D">
      <w:pPr>
        <w:pStyle w:val="Snum"/>
      </w:pPr>
    </w:p>
    <w:p w14:paraId="06592C81" w14:textId="77777777" w:rsidR="0002730F" w:rsidRDefault="0002730F" w:rsidP="005A728D">
      <w:pPr>
        <w:pStyle w:val="Snum"/>
      </w:pPr>
    </w:p>
    <w:p w14:paraId="3500FF9D" w14:textId="77777777" w:rsidR="00093028" w:rsidRDefault="00093028" w:rsidP="005A728D">
      <w:pPr>
        <w:pStyle w:val="Snum"/>
      </w:pPr>
    </w:p>
    <w:p w14:paraId="55942A2C" w14:textId="77777777" w:rsidR="00432E04" w:rsidRDefault="00432E04" w:rsidP="005A728D">
      <w:pPr>
        <w:pStyle w:val="Snum"/>
      </w:pPr>
    </w:p>
    <w:p w14:paraId="55942A2D" w14:textId="77777777" w:rsidR="00432E04" w:rsidRDefault="00432E04" w:rsidP="005A728D">
      <w:pPr>
        <w:pStyle w:val="Snum"/>
      </w:pPr>
    </w:p>
    <w:p w14:paraId="55942A2E" w14:textId="08FF79C3" w:rsidR="00A13FDE" w:rsidRDefault="00181517" w:rsidP="005A728D">
      <w:pPr>
        <w:pStyle w:val="Snum"/>
      </w:pPr>
      <w:sdt>
        <w:sdtPr>
          <w:alias w:val="Koostaja"/>
          <w:tag w:val="Koostaja"/>
          <w:id w:val="-29039081"/>
          <w:placeholder>
            <w:docPart w:val="4AF4A0E61C8D4F18987F1806F99F0798"/>
          </w:placeholder>
          <w:dataBinding w:prefixMappings="xmlns:ns0='http://schemas.microsoft.com/office/2006/metadata/properties' xmlns:ns1='http://www.w3.org/2001/XMLSchema-instance' xmlns:ns2='4f28efae-2a20-4782-b43d-2717bdd273fa' " w:xpath="/ns0:properties[1]/documentManagement[1]/ns2:Koostaja[1]" w:storeItemID="{4641D1AD-509B-40CE-903D-086D51302F65}"/>
          <w:text/>
        </w:sdtPr>
        <w:sdtEndPr/>
        <w:sdtContent>
          <w:r>
            <w:t>Kaie Sarv</w:t>
          </w:r>
        </w:sdtContent>
      </w:sdt>
      <w:r w:rsidR="002D64AB">
        <w:t xml:space="preserve"> </w:t>
      </w:r>
      <w:sdt>
        <w:sdtPr>
          <w:alias w:val="Koostaja telefon"/>
          <w:tag w:val="Koostaja_x0020_telefon"/>
          <w:id w:val="-374996043"/>
          <w:placeholder>
            <w:docPart w:val="47841251E5104CCC9C4F1E5F144E8F5C"/>
          </w:placeholder>
          <w:dataBinding w:prefixMappings="xmlns:ns0='http://schemas.microsoft.com/office/2006/metadata/properties' xmlns:ns1='http://www.w3.org/2001/XMLSchema-instance' xmlns:ns2='4f28efae-2a20-4782-b43d-2717bdd273fa' " w:xpath="/ns0:properties[1]/documentManagement[1]/ns2:Koostaja_x0020_telefon[1]" w:storeItemID="{4641D1AD-509B-40CE-903D-086D51302F65}"/>
          <w:text/>
        </w:sdtPr>
        <w:sdtEndPr/>
        <w:sdtContent>
          <w:r>
            <w:t>503 5918</w:t>
          </w:r>
        </w:sdtContent>
      </w:sdt>
    </w:p>
    <w:sdt>
      <w:sdtPr>
        <w:alias w:val="Koostaja e-post"/>
        <w:tag w:val="Koostaja_x0020_e-post"/>
        <w:id w:val="665976164"/>
        <w:placeholder>
          <w:docPart w:val="C9FD15C223D44A72BCD1434EE9CAE234"/>
        </w:placeholder>
        <w:dataBinding w:prefixMappings="xmlns:ns0='http://schemas.microsoft.com/office/2006/metadata/properties' xmlns:ns1='http://www.w3.org/2001/XMLSchema-instance' xmlns:ns2='4f28efae-2a20-4782-b43d-2717bdd273fa' " w:xpath="/ns0:properties[1]/documentManagement[1]/ns2:Koostaja_x0020_e-post[1]" w:storeItemID="{4641D1AD-509B-40CE-903D-086D51302F65}"/>
        <w:text/>
      </w:sdtPr>
      <w:sdtEndPr/>
      <w:sdtContent>
        <w:p w14:paraId="55942A2F" w14:textId="0CD3DB1F" w:rsidR="00BD078E" w:rsidRPr="00BD078E" w:rsidRDefault="00181517" w:rsidP="005A728D">
          <w:pPr>
            <w:pStyle w:val="Snum"/>
          </w:pPr>
          <w:r>
            <w:t>kaie.sarv@keskkonnaamet.ee</w:t>
          </w:r>
        </w:p>
      </w:sdtContent>
    </w:sdt>
    <w:sectPr w:rsidR="00BD078E" w:rsidRPr="00BD078E" w:rsidSect="00181517">
      <w:footerReference w:type="default" r:id="rId12"/>
      <w:footerReference w:type="first" r:id="rId13"/>
      <w:pgSz w:w="11906" w:h="16838" w:code="9"/>
      <w:pgMar w:top="1418" w:right="1021" w:bottom="907" w:left="1814" w:header="896"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42A34" w14:textId="77777777" w:rsidR="00027F5D" w:rsidRDefault="00027F5D" w:rsidP="00DF44DF">
      <w:r>
        <w:separator/>
      </w:r>
    </w:p>
  </w:endnote>
  <w:endnote w:type="continuationSeparator" w:id="0">
    <w:p w14:paraId="55942A35" w14:textId="77777777" w:rsidR="00027F5D" w:rsidRDefault="00027F5D"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ambria"/>
    <w:panose1 w:val="00000400000000000000"/>
    <w:charset w:val="01"/>
    <w:family w:val="roman"/>
    <w:pitch w:val="variable"/>
    <w:sig w:usb0="00002000" w:usb1="00000000" w:usb2="00000000" w:usb3="00000000" w:csb0="0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809821"/>
      <w:docPartObj>
        <w:docPartGallery w:val="Page Numbers (Bottom of Page)"/>
        <w:docPartUnique/>
      </w:docPartObj>
    </w:sdtPr>
    <w:sdtEndPr/>
    <w:sdtContent>
      <w:sdt>
        <w:sdtPr>
          <w:id w:val="1728636285"/>
          <w:docPartObj>
            <w:docPartGallery w:val="Page Numbers (Top of Page)"/>
            <w:docPartUnique/>
          </w:docPartObj>
        </w:sdtPr>
        <w:sdtEndPr/>
        <w:sdtContent>
          <w:p w14:paraId="4EFA2312" w14:textId="4E59B28C" w:rsidR="00455C04" w:rsidRDefault="00455C04">
            <w:pPr>
              <w:pStyle w:val="Jalus"/>
              <w:jc w:val="center"/>
            </w:pPr>
            <w:r w:rsidRPr="00455C04">
              <w:t xml:space="preserve"> </w:t>
            </w:r>
            <w:r w:rsidRPr="00455C04">
              <w:rPr>
                <w:bCs/>
                <w:szCs w:val="24"/>
              </w:rPr>
              <w:fldChar w:fldCharType="begin"/>
            </w:r>
            <w:r w:rsidRPr="00455C04">
              <w:rPr>
                <w:bCs/>
              </w:rPr>
              <w:instrText>PAGE</w:instrText>
            </w:r>
            <w:r w:rsidRPr="00455C04">
              <w:rPr>
                <w:bCs/>
                <w:szCs w:val="24"/>
              </w:rPr>
              <w:fldChar w:fldCharType="separate"/>
            </w:r>
            <w:r w:rsidR="001E286A">
              <w:rPr>
                <w:bCs/>
                <w:noProof/>
              </w:rPr>
              <w:t>2</w:t>
            </w:r>
            <w:r w:rsidRPr="00455C04">
              <w:rPr>
                <w:bCs/>
                <w:szCs w:val="24"/>
              </w:rPr>
              <w:fldChar w:fldCharType="end"/>
            </w:r>
            <w:r w:rsidRPr="00455C04">
              <w:t xml:space="preserve"> </w:t>
            </w:r>
            <w:r>
              <w:t>(</w:t>
            </w:r>
            <w:r w:rsidRPr="00455C04">
              <w:rPr>
                <w:bCs/>
                <w:szCs w:val="24"/>
              </w:rPr>
              <w:fldChar w:fldCharType="begin"/>
            </w:r>
            <w:r w:rsidRPr="00455C04">
              <w:rPr>
                <w:bCs/>
              </w:rPr>
              <w:instrText>NUMPAGES</w:instrText>
            </w:r>
            <w:r w:rsidRPr="00455C04">
              <w:rPr>
                <w:bCs/>
                <w:szCs w:val="24"/>
              </w:rPr>
              <w:fldChar w:fldCharType="separate"/>
            </w:r>
            <w:r w:rsidR="001E286A">
              <w:rPr>
                <w:bCs/>
                <w:noProof/>
              </w:rPr>
              <w:t>2</w:t>
            </w:r>
            <w:r w:rsidRPr="00455C04">
              <w:rPr>
                <w:bCs/>
                <w:szCs w:val="24"/>
              </w:rPr>
              <w:fldChar w:fldCharType="end"/>
            </w:r>
            <w:r>
              <w:rPr>
                <w:bCs/>
                <w:szCs w:val="24"/>
              </w:rPr>
              <w:t>)</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42A37" w14:textId="3B974363" w:rsidR="00432E04" w:rsidRDefault="00093028" w:rsidP="00432E04">
    <w:pPr>
      <w:pStyle w:val="Jalus1"/>
    </w:pPr>
    <w:r>
      <w:t xml:space="preserve">Roheline 64 </w:t>
    </w:r>
    <w:r w:rsidRPr="00B9503E">
      <w:t xml:space="preserve">/ </w:t>
    </w:r>
    <w:r>
      <w:t>80010</w:t>
    </w:r>
    <w:r w:rsidRPr="00B9503E">
      <w:t xml:space="preserve"> </w:t>
    </w:r>
    <w:r>
      <w:t>Pärnu</w:t>
    </w:r>
    <w:r w:rsidRPr="00B9503E">
      <w:t xml:space="preserve"> / Tel 6</w:t>
    </w:r>
    <w:r>
      <w:t>62</w:t>
    </w:r>
    <w:r w:rsidRPr="00B9503E">
      <w:t xml:space="preserve"> </w:t>
    </w:r>
    <w:r>
      <w:t>5999</w:t>
    </w:r>
    <w:r w:rsidRPr="00B9503E">
      <w:t xml:space="preserve"> </w:t>
    </w:r>
    <w:r w:rsidR="00432E04" w:rsidRPr="00B9503E">
      <w:t>/ Faks 680 7427 / e-post: info@keskkonnaamet.ee / www.keskkonnaamet.ee / Registrikood 70008658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42A32" w14:textId="77777777" w:rsidR="00027F5D" w:rsidRDefault="00027F5D" w:rsidP="00DF44DF">
      <w:r>
        <w:separator/>
      </w:r>
    </w:p>
  </w:footnote>
  <w:footnote w:type="continuationSeparator" w:id="0">
    <w:p w14:paraId="55942A33" w14:textId="77777777" w:rsidR="00027F5D" w:rsidRDefault="00027F5D" w:rsidP="00DF44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E63B28"/>
    <w:multiLevelType w:val="hybridMultilevel"/>
    <w:tmpl w:val="A43E866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5275274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752"/>
    <w:rsid w:val="0002730F"/>
    <w:rsid w:val="00027F5D"/>
    <w:rsid w:val="000346C8"/>
    <w:rsid w:val="00035464"/>
    <w:rsid w:val="00060947"/>
    <w:rsid w:val="000913FC"/>
    <w:rsid w:val="00093028"/>
    <w:rsid w:val="000A17B5"/>
    <w:rsid w:val="00110212"/>
    <w:rsid w:val="00124999"/>
    <w:rsid w:val="001523BD"/>
    <w:rsid w:val="00181517"/>
    <w:rsid w:val="001A3584"/>
    <w:rsid w:val="001A7D04"/>
    <w:rsid w:val="001D4CFB"/>
    <w:rsid w:val="001E286A"/>
    <w:rsid w:val="002008A2"/>
    <w:rsid w:val="00227A79"/>
    <w:rsid w:val="00232518"/>
    <w:rsid w:val="00262E94"/>
    <w:rsid w:val="00276247"/>
    <w:rsid w:val="002835BB"/>
    <w:rsid w:val="00293449"/>
    <w:rsid w:val="002D64AB"/>
    <w:rsid w:val="002F254F"/>
    <w:rsid w:val="0034404F"/>
    <w:rsid w:val="0034719C"/>
    <w:rsid w:val="00354059"/>
    <w:rsid w:val="00371A7B"/>
    <w:rsid w:val="00394DCB"/>
    <w:rsid w:val="003B2A9C"/>
    <w:rsid w:val="00402EC8"/>
    <w:rsid w:val="00432E04"/>
    <w:rsid w:val="00435A13"/>
    <w:rsid w:val="0044084D"/>
    <w:rsid w:val="00455C04"/>
    <w:rsid w:val="004B785D"/>
    <w:rsid w:val="004C1391"/>
    <w:rsid w:val="00546204"/>
    <w:rsid w:val="00551E24"/>
    <w:rsid w:val="00557534"/>
    <w:rsid w:val="00560A92"/>
    <w:rsid w:val="00564569"/>
    <w:rsid w:val="005A728D"/>
    <w:rsid w:val="005B5CE1"/>
    <w:rsid w:val="005E3AED"/>
    <w:rsid w:val="005E45BB"/>
    <w:rsid w:val="005E7E54"/>
    <w:rsid w:val="005F316C"/>
    <w:rsid w:val="00602834"/>
    <w:rsid w:val="006151D9"/>
    <w:rsid w:val="0065498C"/>
    <w:rsid w:val="00680609"/>
    <w:rsid w:val="00686A7C"/>
    <w:rsid w:val="006A01AC"/>
    <w:rsid w:val="006B118C"/>
    <w:rsid w:val="006B3A4C"/>
    <w:rsid w:val="006E16BD"/>
    <w:rsid w:val="006F3BB9"/>
    <w:rsid w:val="006F72D7"/>
    <w:rsid w:val="007056E1"/>
    <w:rsid w:val="00713327"/>
    <w:rsid w:val="00746546"/>
    <w:rsid w:val="0075695A"/>
    <w:rsid w:val="007A1DE8"/>
    <w:rsid w:val="007D54FC"/>
    <w:rsid w:val="00801AED"/>
    <w:rsid w:val="00835858"/>
    <w:rsid w:val="008919F2"/>
    <w:rsid w:val="008B041F"/>
    <w:rsid w:val="008D4634"/>
    <w:rsid w:val="008F0B50"/>
    <w:rsid w:val="0091786B"/>
    <w:rsid w:val="00922CF3"/>
    <w:rsid w:val="009370A4"/>
    <w:rsid w:val="009A3A7C"/>
    <w:rsid w:val="009E7F4A"/>
    <w:rsid w:val="00A10E66"/>
    <w:rsid w:val="00A1244E"/>
    <w:rsid w:val="00A13FDE"/>
    <w:rsid w:val="00A23833"/>
    <w:rsid w:val="00AC4752"/>
    <w:rsid w:val="00AD2EA7"/>
    <w:rsid w:val="00AE02A8"/>
    <w:rsid w:val="00B040EF"/>
    <w:rsid w:val="00B9503E"/>
    <w:rsid w:val="00BB0136"/>
    <w:rsid w:val="00BC1A62"/>
    <w:rsid w:val="00BD078E"/>
    <w:rsid w:val="00BD3CCF"/>
    <w:rsid w:val="00BD4CC9"/>
    <w:rsid w:val="00BE0CC9"/>
    <w:rsid w:val="00BF4D7C"/>
    <w:rsid w:val="00C24F66"/>
    <w:rsid w:val="00C27B07"/>
    <w:rsid w:val="00C41FC5"/>
    <w:rsid w:val="00C83346"/>
    <w:rsid w:val="00CA15C5"/>
    <w:rsid w:val="00CA460C"/>
    <w:rsid w:val="00CA583B"/>
    <w:rsid w:val="00CA5F0B"/>
    <w:rsid w:val="00CF2B77"/>
    <w:rsid w:val="00CF4303"/>
    <w:rsid w:val="00D346E5"/>
    <w:rsid w:val="00D40650"/>
    <w:rsid w:val="00D41BB2"/>
    <w:rsid w:val="00D7600D"/>
    <w:rsid w:val="00D76838"/>
    <w:rsid w:val="00DF44DF"/>
    <w:rsid w:val="00DF6F9A"/>
    <w:rsid w:val="00E023F6"/>
    <w:rsid w:val="00E03DBB"/>
    <w:rsid w:val="00E663AE"/>
    <w:rsid w:val="00EB5214"/>
    <w:rsid w:val="00EC028D"/>
    <w:rsid w:val="00F3446C"/>
    <w:rsid w:val="00F9645B"/>
    <w:rsid w:val="00F9773D"/>
    <w:rsid w:val="00FA6410"/>
    <w:rsid w:val="00FD7B8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9429FF"/>
  <w14:defaultImageDpi w14:val="0"/>
  <w15:docId w15:val="{D9990FF4-C604-4AAF-9567-C8379A0B8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4">
    <w:name w:val="heading 4"/>
    <w:basedOn w:val="Normaallaad"/>
    <w:next w:val="Normaallaad"/>
    <w:link w:val="Pealkiri4Mrk"/>
    <w:uiPriority w:val="9"/>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uiPriority w:val="9"/>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uiPriority w:val="9"/>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uiPriority w:val="9"/>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uiPriority w:val="9"/>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uiPriority w:val="9"/>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4Mrk">
    <w:name w:val="Pealkiri 4 Märk"/>
    <w:basedOn w:val="Liguvaikefont"/>
    <w:link w:val="Pealkiri4"/>
    <w:uiPriority w:val="9"/>
    <w:locked/>
    <w:rsid w:val="00DF44DF"/>
    <w:rPr>
      <w:rFonts w:cs="Times New Roman"/>
      <w:b/>
      <w:bCs/>
      <w:color w:val="000000"/>
      <w:sz w:val="28"/>
      <w:szCs w:val="28"/>
      <w:u w:color="000000"/>
    </w:rPr>
  </w:style>
  <w:style w:type="character" w:customStyle="1" w:styleId="Pealkiri5Mrk">
    <w:name w:val="Pealkiri 5 Märk"/>
    <w:basedOn w:val="Liguvaikefont"/>
    <w:link w:val="Pealkiri5"/>
    <w:uiPriority w:val="9"/>
    <w:locked/>
    <w:rsid w:val="00DF44DF"/>
    <w:rPr>
      <w:rFonts w:cs="Times New Roman"/>
      <w:b/>
      <w:bCs/>
      <w:i/>
      <w:iCs/>
      <w:color w:val="000000"/>
      <w:sz w:val="26"/>
      <w:szCs w:val="26"/>
      <w:u w:color="000000"/>
    </w:rPr>
  </w:style>
  <w:style w:type="character" w:customStyle="1" w:styleId="Pealkiri6Mrk">
    <w:name w:val="Pealkiri 6 Märk"/>
    <w:basedOn w:val="Liguvaikefont"/>
    <w:link w:val="Pealkiri6"/>
    <w:uiPriority w:val="9"/>
    <w:locked/>
    <w:rsid w:val="00DF44DF"/>
    <w:rPr>
      <w:rFonts w:cs="Times New Roman"/>
      <w:b/>
      <w:bCs/>
      <w:color w:val="000000"/>
      <w:sz w:val="22"/>
      <w:szCs w:val="22"/>
      <w:u w:color="000000"/>
    </w:rPr>
  </w:style>
  <w:style w:type="character" w:customStyle="1" w:styleId="Pealkiri7Mrk">
    <w:name w:val="Pealkiri 7 Märk"/>
    <w:basedOn w:val="Liguvaikefont"/>
    <w:link w:val="Pealkiri7"/>
    <w:uiPriority w:val="9"/>
    <w:locked/>
    <w:rsid w:val="00DF44DF"/>
    <w:rPr>
      <w:rFonts w:cs="Times New Roman"/>
      <w:color w:val="000000"/>
      <w:sz w:val="24"/>
      <w:szCs w:val="24"/>
      <w:u w:color="000000"/>
    </w:rPr>
  </w:style>
  <w:style w:type="character" w:customStyle="1" w:styleId="Pealkiri8Mrk">
    <w:name w:val="Pealkiri 8 Märk"/>
    <w:basedOn w:val="Liguvaikefont"/>
    <w:link w:val="Pealkiri8"/>
    <w:uiPriority w:val="9"/>
    <w:locked/>
    <w:rsid w:val="00DF44DF"/>
    <w:rPr>
      <w:rFonts w:cs="Times New Roman"/>
      <w:i/>
      <w:iCs/>
      <w:color w:val="000000"/>
      <w:sz w:val="24"/>
      <w:szCs w:val="24"/>
      <w:u w:color="000000"/>
    </w:rPr>
  </w:style>
  <w:style w:type="character" w:customStyle="1" w:styleId="Pealkiri9Mrk">
    <w:name w:val="Pealkiri 9 Märk"/>
    <w:basedOn w:val="Liguvaikefont"/>
    <w:link w:val="Pealkiri9"/>
    <w:uiPriority w:val="9"/>
    <w:locked/>
    <w:rsid w:val="00DF44DF"/>
    <w:rPr>
      <w:rFonts w:ascii="Arial" w:hAnsi="Arial" w:cs="Arial"/>
      <w:color w:val="000000"/>
      <w:sz w:val="22"/>
      <w:szCs w:val="22"/>
      <w:u w:color="000000"/>
    </w:rPr>
  </w:style>
  <w:style w:type="character" w:customStyle="1" w:styleId="NumberingSymbols">
    <w:name w:val="Numbering Symbols"/>
    <w:rsid w:val="00D40650"/>
  </w:style>
  <w:style w:type="character" w:styleId="Hperlink">
    <w:name w:val="Hyperlink"/>
    <w:basedOn w:val="Liguvaikefont"/>
    <w:uiPriority w:val="99"/>
    <w:rsid w:val="00D40650"/>
    <w:rPr>
      <w:rFonts w:cs="Times New Roman"/>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432E04"/>
    <w:pPr>
      <w:widowControl w:val="0"/>
      <w:suppressAutoHyphens/>
      <w:jc w:val="both"/>
    </w:pPr>
    <w:rPr>
      <w:rFonts w:eastAsia="SimSun" w:cs="Mangal"/>
      <w:kern w:val="1"/>
      <w:szCs w:val="24"/>
      <w:lang w:eastAsia="zh-CN" w:bidi="hi-IN"/>
    </w:rPr>
  </w:style>
  <w:style w:type="paragraph" w:styleId="Loend">
    <w:name w:val="List"/>
    <w:basedOn w:val="Normaallaad"/>
    <w:uiPriority w:val="99"/>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character" w:customStyle="1" w:styleId="PisMrk">
    <w:name w:val="Päis Märk"/>
    <w:basedOn w:val="Liguvaikefont"/>
    <w:link w:val="Pis"/>
    <w:uiPriority w:val="99"/>
    <w:locked/>
    <w:rsid w:val="007056E1"/>
    <w:rPr>
      <w:rFonts w:eastAsia="SimSun" w:cs="Mangal"/>
      <w:kern w:val="1"/>
      <w:sz w:val="21"/>
      <w:szCs w:val="21"/>
      <w:lang w:val="x-none" w:eastAsia="zh-CN" w:bidi="hi-IN"/>
    </w:rPr>
  </w:style>
  <w:style w:type="paragraph" w:customStyle="1" w:styleId="Index">
    <w:name w:val="Index"/>
    <w:basedOn w:val="Normaallaad"/>
    <w:rsid w:val="00D40650"/>
    <w:pPr>
      <w:suppressLineNumbers/>
    </w:p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locked/>
    <w:rsid w:val="007056E1"/>
    <w:rPr>
      <w:rFonts w:eastAsia="SimSun" w:cs="Mangal"/>
      <w:kern w:val="1"/>
      <w:sz w:val="21"/>
      <w:szCs w:val="21"/>
      <w:lang w:val="x-none"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paragraph" w:styleId="Loend2">
    <w:name w:val="List 2"/>
    <w:basedOn w:val="Normaallaad"/>
    <w:uiPriority w:val="99"/>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Adressaat">
    <w:name w:val="Adressaat"/>
    <w:autoRedefine/>
    <w:qFormat/>
    <w:rsid w:val="00835858"/>
    <w:rPr>
      <w:rFonts w:eastAsia="SimSun"/>
      <w:kern w:val="24"/>
      <w:sz w:val="24"/>
      <w:szCs w:val="24"/>
      <w:lang w:eastAsia="zh-CN" w:bidi="hi-IN"/>
    </w:rPr>
  </w:style>
  <w:style w:type="paragraph" w:customStyle="1" w:styleId="Pealkiri1">
    <w:name w:val="Pealkiri1"/>
    <w:autoRedefine/>
    <w:qFormat/>
    <w:rsid w:val="00835858"/>
    <w:pPr>
      <w:spacing w:after="560"/>
    </w:pPr>
    <w:rPr>
      <w:rFonts w:eastAsia="SimSun"/>
      <w:b/>
      <w:kern w:val="1"/>
      <w:sz w:val="24"/>
      <w:szCs w:val="24"/>
      <w:lang w:eastAsia="zh-CN" w:bidi="hi-IN"/>
    </w:rPr>
  </w:style>
  <w:style w:type="paragraph" w:customStyle="1" w:styleId="Snum">
    <w:name w:val="Sõnum"/>
    <w:autoRedefine/>
    <w:qFormat/>
    <w:rsid w:val="005A728D"/>
    <w:pPr>
      <w:jc w:val="both"/>
    </w:pPr>
    <w:rPr>
      <w:rFonts w:eastAsia="SimSun" w:cs="Mangal"/>
      <w:kern w:val="1"/>
      <w:sz w:val="24"/>
      <w:szCs w:val="24"/>
      <w:lang w:eastAsia="zh-CN" w:bidi="hi-IN"/>
    </w:rPr>
  </w:style>
  <w:style w:type="paragraph" w:styleId="Jutumullitekst">
    <w:name w:val="Balloon Text"/>
    <w:basedOn w:val="Normaallaad"/>
    <w:link w:val="JutumullitekstMrk"/>
    <w:uiPriority w:val="99"/>
    <w:semiHidden/>
    <w:unhideWhenUsed/>
    <w:rsid w:val="006A01AC"/>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locked/>
    <w:rsid w:val="006A01AC"/>
    <w:rPr>
      <w:rFonts w:ascii="Tahoma" w:eastAsia="SimSun" w:hAnsi="Tahoma" w:cs="Mangal"/>
      <w:kern w:val="1"/>
      <w:sz w:val="14"/>
      <w:szCs w:val="14"/>
      <w:lang w:val="x-none" w:eastAsia="zh-CN" w:bidi="hi-IN"/>
    </w:rPr>
  </w:style>
  <w:style w:type="character" w:styleId="Kohatitetekst">
    <w:name w:val="Placeholder Text"/>
    <w:basedOn w:val="Liguvaikefont"/>
    <w:uiPriority w:val="99"/>
    <w:semiHidden/>
    <w:rsid w:val="00371A7B"/>
    <w:rPr>
      <w:color w:val="808080"/>
    </w:rPr>
  </w:style>
  <w:style w:type="paragraph" w:customStyle="1" w:styleId="Default">
    <w:name w:val="Default"/>
    <w:rsid w:val="00181517"/>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20657">
      <w:marLeft w:val="0"/>
      <w:marRight w:val="0"/>
      <w:marTop w:val="0"/>
      <w:marBottom w:val="0"/>
      <w:divBdr>
        <w:top w:val="none" w:sz="0" w:space="0" w:color="auto"/>
        <w:left w:val="none" w:sz="0" w:space="0" w:color="auto"/>
        <w:bottom w:val="none" w:sz="0" w:space="0" w:color="auto"/>
        <w:right w:val="none" w:sz="0" w:space="0" w:color="auto"/>
      </w:divBdr>
    </w:div>
    <w:div w:id="81220658">
      <w:marLeft w:val="0"/>
      <w:marRight w:val="0"/>
      <w:marTop w:val="0"/>
      <w:marBottom w:val="0"/>
      <w:divBdr>
        <w:top w:val="none" w:sz="0" w:space="0" w:color="auto"/>
        <w:left w:val="none" w:sz="0" w:space="0" w:color="auto"/>
        <w:bottom w:val="none" w:sz="0" w:space="0" w:color="auto"/>
        <w:right w:val="none" w:sz="0" w:space="0" w:color="auto"/>
      </w:divBdr>
    </w:div>
    <w:div w:id="81220659">
      <w:marLeft w:val="0"/>
      <w:marRight w:val="0"/>
      <w:marTop w:val="0"/>
      <w:marBottom w:val="0"/>
      <w:divBdr>
        <w:top w:val="none" w:sz="0" w:space="0" w:color="auto"/>
        <w:left w:val="none" w:sz="0" w:space="0" w:color="auto"/>
        <w:bottom w:val="none" w:sz="0" w:space="0" w:color="auto"/>
        <w:right w:val="none" w:sz="0" w:space="0" w:color="auto"/>
      </w:divBdr>
    </w:div>
    <w:div w:id="81220660">
      <w:marLeft w:val="0"/>
      <w:marRight w:val="0"/>
      <w:marTop w:val="0"/>
      <w:marBottom w:val="0"/>
      <w:divBdr>
        <w:top w:val="none" w:sz="0" w:space="0" w:color="auto"/>
        <w:left w:val="none" w:sz="0" w:space="0" w:color="auto"/>
        <w:bottom w:val="none" w:sz="0" w:space="0" w:color="auto"/>
        <w:right w:val="none" w:sz="0" w:space="0" w:color="auto"/>
      </w:divBdr>
    </w:div>
    <w:div w:id="81220661">
      <w:marLeft w:val="0"/>
      <w:marRight w:val="0"/>
      <w:marTop w:val="0"/>
      <w:marBottom w:val="0"/>
      <w:divBdr>
        <w:top w:val="none" w:sz="0" w:space="0" w:color="auto"/>
        <w:left w:val="none" w:sz="0" w:space="0" w:color="auto"/>
        <w:bottom w:val="none" w:sz="0" w:space="0" w:color="auto"/>
        <w:right w:val="none" w:sz="0" w:space="0" w:color="auto"/>
      </w:divBdr>
    </w:div>
    <w:div w:id="81220662">
      <w:marLeft w:val="0"/>
      <w:marRight w:val="0"/>
      <w:marTop w:val="0"/>
      <w:marBottom w:val="0"/>
      <w:divBdr>
        <w:top w:val="none" w:sz="0" w:space="0" w:color="auto"/>
        <w:left w:val="none" w:sz="0" w:space="0" w:color="auto"/>
        <w:bottom w:val="none" w:sz="0" w:space="0" w:color="auto"/>
        <w:right w:val="none" w:sz="0" w:space="0" w:color="auto"/>
      </w:divBdr>
    </w:div>
    <w:div w:id="812206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910170291\AppData\Roaming\Microsoft\Mallid\kirjaplan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930A1AF23343858C30C11BBFB2B588"/>
        <w:category>
          <w:name w:val="Üldine"/>
          <w:gallery w:val="placeholder"/>
        </w:category>
        <w:types>
          <w:type w:val="bbPlcHdr"/>
        </w:types>
        <w:behaviors>
          <w:behavior w:val="content"/>
        </w:behaviors>
        <w:guid w:val="{7ADE2261-30CA-4BC8-8498-BE3B62C9A3A0}"/>
      </w:docPartPr>
      <w:docPartBody>
        <w:p w:rsidR="0049790E" w:rsidRDefault="00FB5187" w:rsidP="00FB5187">
          <w:pPr>
            <w:pStyle w:val="44930A1AF23343858C30C11BBFB2B588"/>
          </w:pPr>
          <w:r w:rsidRPr="004B6E3E">
            <w:rPr>
              <w:rStyle w:val="Kohatitetekst"/>
            </w:rPr>
            <w:t>[Saatja/adressaat]</w:t>
          </w:r>
        </w:p>
      </w:docPartBody>
    </w:docPart>
    <w:docPart>
      <w:docPartPr>
        <w:name w:val="421CD45A0D7B496BB72E03BE28EEBD1F"/>
        <w:category>
          <w:name w:val="Üldine"/>
          <w:gallery w:val="placeholder"/>
        </w:category>
        <w:types>
          <w:type w:val="bbPlcHdr"/>
        </w:types>
        <w:behaviors>
          <w:behavior w:val="content"/>
        </w:behaviors>
        <w:guid w:val="{66AD14C5-0A73-4849-997A-EA35D072A5DA}"/>
      </w:docPartPr>
      <w:docPartBody>
        <w:p w:rsidR="0049790E" w:rsidRDefault="00FB5187" w:rsidP="00FB5187">
          <w:pPr>
            <w:pStyle w:val="421CD45A0D7B496BB72E03BE28EEBD1F"/>
          </w:pPr>
          <w:r w:rsidRPr="004B6E3E">
            <w:rPr>
              <w:rStyle w:val="Kohatitetekst"/>
            </w:rPr>
            <w:t>[Asutus]</w:t>
          </w:r>
        </w:p>
      </w:docPartBody>
    </w:docPart>
    <w:docPart>
      <w:docPartPr>
        <w:name w:val="0D1A0B42E7A5465FAC9A5203DF9CEF07"/>
        <w:category>
          <w:name w:val="Üldine"/>
          <w:gallery w:val="placeholder"/>
        </w:category>
        <w:types>
          <w:type w:val="bbPlcHdr"/>
        </w:types>
        <w:behaviors>
          <w:behavior w:val="content"/>
        </w:behaviors>
        <w:guid w:val="{2CDF4EBF-96CA-4F2F-9685-3FC999A2A76E}"/>
      </w:docPartPr>
      <w:docPartBody>
        <w:p w:rsidR="0049790E" w:rsidRDefault="00FB5187" w:rsidP="00FB5187">
          <w:pPr>
            <w:pStyle w:val="0D1A0B42E7A5465FAC9A5203DF9CEF07"/>
          </w:pPr>
          <w:r w:rsidRPr="004B6E3E">
            <w:rPr>
              <w:rStyle w:val="Kohatitetekst"/>
            </w:rPr>
            <w:t>[E-posti aadress]</w:t>
          </w:r>
        </w:p>
      </w:docPartBody>
    </w:docPart>
    <w:docPart>
      <w:docPartPr>
        <w:name w:val="96ECB1E8BDFF469D83C7B37D33224268"/>
        <w:category>
          <w:name w:val="Üldine"/>
          <w:gallery w:val="placeholder"/>
        </w:category>
        <w:types>
          <w:type w:val="bbPlcHdr"/>
        </w:types>
        <w:behaviors>
          <w:behavior w:val="content"/>
        </w:behaviors>
        <w:guid w:val="{C1BE24AC-503F-4B8D-8C48-540170D8DCD7}"/>
      </w:docPartPr>
      <w:docPartBody>
        <w:p w:rsidR="0049790E" w:rsidRDefault="00FB5187" w:rsidP="00FB5187">
          <w:pPr>
            <w:pStyle w:val="96ECB1E8BDFF469D83C7B37D33224268"/>
          </w:pPr>
          <w:r w:rsidRPr="004B6E3E">
            <w:rPr>
              <w:rStyle w:val="Kohatitetekst"/>
            </w:rPr>
            <w:t>[Saatja kuupäev]</w:t>
          </w:r>
        </w:p>
      </w:docPartBody>
    </w:docPart>
    <w:docPart>
      <w:docPartPr>
        <w:name w:val="D726FD2301C84C08B460F3731620D30F"/>
        <w:category>
          <w:name w:val="Üldine"/>
          <w:gallery w:val="placeholder"/>
        </w:category>
        <w:types>
          <w:type w:val="bbPlcHdr"/>
        </w:types>
        <w:behaviors>
          <w:behavior w:val="content"/>
        </w:behaviors>
        <w:guid w:val="{F41887A2-AA90-4F09-A866-8A65A9FD662E}"/>
      </w:docPartPr>
      <w:docPartBody>
        <w:p w:rsidR="0049790E" w:rsidRDefault="00FB5187" w:rsidP="00FB5187">
          <w:pPr>
            <w:pStyle w:val="D726FD2301C84C08B460F3731620D30F"/>
          </w:pPr>
          <w:r w:rsidRPr="004B6E3E">
            <w:rPr>
              <w:rStyle w:val="Kohatitetekst"/>
            </w:rPr>
            <w:t>[Registreerimise kuupäev]</w:t>
          </w:r>
        </w:p>
      </w:docPartBody>
    </w:docPart>
    <w:docPart>
      <w:docPartPr>
        <w:name w:val="427CE42C46EC4A15A0CF1F59CA922DF7"/>
        <w:category>
          <w:name w:val="Üldine"/>
          <w:gallery w:val="placeholder"/>
        </w:category>
        <w:types>
          <w:type w:val="bbPlcHdr"/>
        </w:types>
        <w:behaviors>
          <w:behavior w:val="content"/>
        </w:behaviors>
        <w:guid w:val="{7B47F961-34F4-4536-B06F-6022FAF4603B}"/>
      </w:docPartPr>
      <w:docPartBody>
        <w:p w:rsidR="0049790E" w:rsidRDefault="00FB5187" w:rsidP="00FB5187">
          <w:pPr>
            <w:pStyle w:val="427CE42C46EC4A15A0CF1F59CA922DF7"/>
          </w:pPr>
          <w:r w:rsidRPr="004B6E3E">
            <w:rPr>
              <w:rStyle w:val="Kohatitetekst"/>
            </w:rPr>
            <w:t>[Registreerimisnumber]</w:t>
          </w:r>
        </w:p>
      </w:docPartBody>
    </w:docPart>
    <w:docPart>
      <w:docPartPr>
        <w:name w:val="F2F803D466A644A7B611A8826D03E022"/>
        <w:category>
          <w:name w:val="Üldine"/>
          <w:gallery w:val="placeholder"/>
        </w:category>
        <w:types>
          <w:type w:val="bbPlcHdr"/>
        </w:types>
        <w:behaviors>
          <w:behavior w:val="content"/>
        </w:behaviors>
        <w:guid w:val="{8640103A-C603-4F2B-8CE5-D87E76814816}"/>
      </w:docPartPr>
      <w:docPartBody>
        <w:p w:rsidR="0049790E" w:rsidRDefault="00FB5187" w:rsidP="00FB5187">
          <w:pPr>
            <w:pStyle w:val="F2F803D466A644A7B611A8826D03E022"/>
          </w:pPr>
          <w:r w:rsidRPr="004B6E3E">
            <w:rPr>
              <w:rStyle w:val="Kohatitetekst"/>
            </w:rPr>
            <w:t>[Tiitel]</w:t>
          </w:r>
        </w:p>
      </w:docPartBody>
    </w:docPart>
    <w:docPart>
      <w:docPartPr>
        <w:name w:val="C12909BDBA28456E80421B97920BBC28"/>
        <w:category>
          <w:name w:val="Üldine"/>
          <w:gallery w:val="placeholder"/>
        </w:category>
        <w:types>
          <w:type w:val="bbPlcHdr"/>
        </w:types>
        <w:behaviors>
          <w:behavior w:val="content"/>
        </w:behaviors>
        <w:guid w:val="{12D29CE9-8E17-472F-9803-F9356C262BED}"/>
      </w:docPartPr>
      <w:docPartBody>
        <w:p w:rsidR="0049790E" w:rsidRDefault="00FB5187">
          <w:r w:rsidRPr="004B6E3E">
            <w:rPr>
              <w:rStyle w:val="Kohatitetekst"/>
            </w:rPr>
            <w:t>[Allkirjastaja amet/roll]</w:t>
          </w:r>
        </w:p>
      </w:docPartBody>
    </w:docPart>
    <w:docPart>
      <w:docPartPr>
        <w:name w:val="4AF4A0E61C8D4F18987F1806F99F0798"/>
        <w:category>
          <w:name w:val="Üldine"/>
          <w:gallery w:val="placeholder"/>
        </w:category>
        <w:types>
          <w:type w:val="bbPlcHdr"/>
        </w:types>
        <w:behaviors>
          <w:behavior w:val="content"/>
        </w:behaviors>
        <w:guid w:val="{68909B67-74F9-4C8F-9554-A3164A81484C}"/>
      </w:docPartPr>
      <w:docPartBody>
        <w:p w:rsidR="0049790E" w:rsidRDefault="00FB5187">
          <w:r w:rsidRPr="004B6E3E">
            <w:rPr>
              <w:rStyle w:val="Kohatitetekst"/>
            </w:rPr>
            <w:t>[Koostaja]</w:t>
          </w:r>
        </w:p>
      </w:docPartBody>
    </w:docPart>
    <w:docPart>
      <w:docPartPr>
        <w:name w:val="47841251E5104CCC9C4F1E5F144E8F5C"/>
        <w:category>
          <w:name w:val="Üldine"/>
          <w:gallery w:val="placeholder"/>
        </w:category>
        <w:types>
          <w:type w:val="bbPlcHdr"/>
        </w:types>
        <w:behaviors>
          <w:behavior w:val="content"/>
        </w:behaviors>
        <w:guid w:val="{F0176105-CA2E-4777-A23C-01D0861046F4}"/>
      </w:docPartPr>
      <w:docPartBody>
        <w:p w:rsidR="0049790E" w:rsidRDefault="00FB5187">
          <w:r w:rsidRPr="004B6E3E">
            <w:rPr>
              <w:rStyle w:val="Kohatitetekst"/>
            </w:rPr>
            <w:t>[Koostaja telefon]</w:t>
          </w:r>
        </w:p>
      </w:docPartBody>
    </w:docPart>
    <w:docPart>
      <w:docPartPr>
        <w:name w:val="C9FD15C223D44A72BCD1434EE9CAE234"/>
        <w:category>
          <w:name w:val="Üldine"/>
          <w:gallery w:val="placeholder"/>
        </w:category>
        <w:types>
          <w:type w:val="bbPlcHdr"/>
        </w:types>
        <w:behaviors>
          <w:behavior w:val="content"/>
        </w:behaviors>
        <w:guid w:val="{BA199548-8C34-465B-B6AE-59A8536CFC3E}"/>
      </w:docPartPr>
      <w:docPartBody>
        <w:p w:rsidR="0049790E" w:rsidRDefault="00FB5187">
          <w:r w:rsidRPr="004B6E3E">
            <w:rPr>
              <w:rStyle w:val="Kohatitetekst"/>
            </w:rPr>
            <w:t>[Koostaja e-post]</w:t>
          </w:r>
        </w:p>
      </w:docPartBody>
    </w:docPart>
    <w:docPart>
      <w:docPartPr>
        <w:name w:val="2F92D0E5E368432FBAB3FA70ED081CFD"/>
        <w:category>
          <w:name w:val="Üldine"/>
          <w:gallery w:val="placeholder"/>
        </w:category>
        <w:types>
          <w:type w:val="bbPlcHdr"/>
        </w:types>
        <w:behaviors>
          <w:behavior w:val="content"/>
        </w:behaviors>
        <w:guid w:val="{72BE7606-6399-4877-AF41-328CC70F94D2}"/>
      </w:docPartPr>
      <w:docPartBody>
        <w:p w:rsidR="00055276" w:rsidRDefault="005A4EB7">
          <w:r w:rsidRPr="007960F0">
            <w:rPr>
              <w:rStyle w:val="Kohatitetekst"/>
            </w:rPr>
            <w:t>[Allkirjastaja]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ambria"/>
    <w:panose1 w:val="00000400000000000000"/>
    <w:charset w:val="01"/>
    <w:family w:val="roman"/>
    <w:pitch w:val="variable"/>
    <w:sig w:usb0="00002000" w:usb1="00000000" w:usb2="00000000" w:usb3="00000000" w:csb0="0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187"/>
    <w:rsid w:val="00055276"/>
    <w:rsid w:val="0049790E"/>
    <w:rsid w:val="005A4EB7"/>
    <w:rsid w:val="00FB51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5A4EB7"/>
    <w:rPr>
      <w:color w:val="808080"/>
    </w:rPr>
  </w:style>
  <w:style w:type="paragraph" w:customStyle="1" w:styleId="44930A1AF23343858C30C11BBFB2B588">
    <w:name w:val="44930A1AF23343858C30C11BBFB2B588"/>
    <w:rsid w:val="00FB5187"/>
    <w:pPr>
      <w:spacing w:after="0" w:line="240" w:lineRule="auto"/>
    </w:pPr>
    <w:rPr>
      <w:rFonts w:ascii="Times New Roman" w:eastAsia="SimSun" w:hAnsi="Times New Roman" w:cs="Times New Roman"/>
      <w:kern w:val="24"/>
      <w:sz w:val="24"/>
      <w:szCs w:val="24"/>
      <w:lang w:eastAsia="zh-CN" w:bidi="hi-IN"/>
    </w:rPr>
  </w:style>
  <w:style w:type="paragraph" w:customStyle="1" w:styleId="421CD45A0D7B496BB72E03BE28EEBD1F">
    <w:name w:val="421CD45A0D7B496BB72E03BE28EEBD1F"/>
    <w:rsid w:val="00FB5187"/>
    <w:pPr>
      <w:spacing w:after="0" w:line="240" w:lineRule="auto"/>
    </w:pPr>
    <w:rPr>
      <w:rFonts w:ascii="Times New Roman" w:eastAsia="SimSun" w:hAnsi="Times New Roman" w:cs="Times New Roman"/>
      <w:kern w:val="24"/>
      <w:sz w:val="24"/>
      <w:szCs w:val="24"/>
      <w:lang w:eastAsia="zh-CN" w:bidi="hi-IN"/>
    </w:rPr>
  </w:style>
  <w:style w:type="paragraph" w:customStyle="1" w:styleId="0D1A0B42E7A5465FAC9A5203DF9CEF07">
    <w:name w:val="0D1A0B42E7A5465FAC9A5203DF9CEF07"/>
    <w:rsid w:val="00FB5187"/>
    <w:pPr>
      <w:spacing w:after="0" w:line="240" w:lineRule="auto"/>
    </w:pPr>
    <w:rPr>
      <w:rFonts w:ascii="Times New Roman" w:eastAsia="SimSun" w:hAnsi="Times New Roman" w:cs="Times New Roman"/>
      <w:kern w:val="24"/>
      <w:sz w:val="24"/>
      <w:szCs w:val="24"/>
      <w:lang w:eastAsia="zh-CN" w:bidi="hi-IN"/>
    </w:rPr>
  </w:style>
  <w:style w:type="paragraph" w:customStyle="1" w:styleId="96ECB1E8BDFF469D83C7B37D33224268">
    <w:name w:val="96ECB1E8BDFF469D83C7B37D33224268"/>
    <w:rsid w:val="00FB5187"/>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customStyle="1" w:styleId="C649B6A73112431F82261EEF2B9C0C85">
    <w:name w:val="C649B6A73112431F82261EEF2B9C0C85"/>
    <w:rsid w:val="00FB5187"/>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customStyle="1" w:styleId="D726FD2301C84C08B460F3731620D30F">
    <w:name w:val="D726FD2301C84C08B460F3731620D30F"/>
    <w:rsid w:val="00FB5187"/>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customStyle="1" w:styleId="427CE42C46EC4A15A0CF1F59CA922DF7">
    <w:name w:val="427CE42C46EC4A15A0CF1F59CA922DF7"/>
    <w:rsid w:val="00FB5187"/>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customStyle="1" w:styleId="F2F803D466A644A7B611A8826D03E022">
    <w:name w:val="F2F803D466A644A7B611A8826D03E022"/>
    <w:rsid w:val="00FB5187"/>
    <w:pPr>
      <w:spacing w:after="560" w:line="240" w:lineRule="auto"/>
    </w:pPr>
    <w:rPr>
      <w:rFonts w:ascii="Times New Roman" w:eastAsia="SimSun" w:hAnsi="Times New Roman" w:cs="Times New Roman"/>
      <w:b/>
      <w:kern w:val="1"/>
      <w:sz w:val="24"/>
      <w:szCs w:val="24"/>
      <w:lang w:eastAsia="zh-CN" w:bidi="hi-I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documentManagement xmlns:xsi="http://www.w3.org/2001/XMLSchema-instance">
    <RMUniqueID xmlns="4f28efae-2a20-4782-b43d-2717bdd273fa">e13b4337-d4bf-4efb-856e-08df06d8e3d4</RMUniqueID>
    <RMTitle xmlns="4f28efae-2a20-4782-b43d-2717bdd273fa"/>
    <RMRegistrationDate xmlns="4f28efae-2a20-4782-b43d-2717bdd273fa">2023-04-10T10:38:46.3122055Z</RMRegistrationDate>
    <RMReferenceCode xmlns="4f28efae-2a20-4782-b43d-2717bdd273fa">7-11/23/6639-2</RMReferenceCode>
    <RMFolderChain xmlns="4f28efae-2a20-4782-b43d-2717bdd273fa" xsi:nil="true"/>
    <ContactId xmlns="4f28efae-2a20-4782-b43d-2717bdd273fa" xsi:nil="true"/>
    <Asutus xmlns="4f28efae-2a20-4782-b43d-2717bdd273fa">Riigimetsa Majandamise Keskus</Asutus>
    <Isik xmlns="4f28efae-2a20-4782-b43d-2717bdd273fa">Bert Holm</Isik>
    <E-posti_x0020_aadress xmlns="4f28efae-2a20-4782-b43d-2717bdd273fa">bert.holm@rmk.ee</E-posti_x0020_aadress>
    <Aadress xmlns="4f28efae-2a20-4782-b43d-2717bdd273fa" xsi:nil="true"/>
    <Indeks xmlns="4f28efae-2a20-4782-b43d-2717bdd273fa" xsi:nil="true"/>
    <Linn_x002F_Vald xmlns="4f28efae-2a20-4782-b43d-2717bdd273fa" xsi:nil="true"/>
    <Maakond xmlns="4f28efae-2a20-4782-b43d-2717bdd273fa" xsi:nil="true"/>
    <RMRecipients xmlns="4f28efae-2a20-4782-b43d-2717bdd273fa" xsi:nil="true"/>
    <RMSenderRegNr xmlns="4f28efae-2a20-4782-b43d-2717bdd273fa" xsi:nil="true"/>
    <Saatja_x0020_kuupäev xmlns="4f28efae-2a20-4782-b43d-2717bdd273fa">2023-04-03T00:00:00</Saatja_x0020_kuupäev>
    <RMAdditionalRecipients xmlns="4f28efae-2a20-4782-b43d-2717bdd273fa" xsi:nil="true"/>
    <Allkirjastaja xmlns="4f28efae-2a20-4782-b43d-2717bdd273fa">Gunnar Sein</Allkirjastaja>
    <Allkirjastaja_x0020_nimi xmlns="4f28efae-2a20-4782-b43d-2717bdd273fa"/>
    <Allkirjastaja_x0020_amet_x002F_roll xmlns="4f28efae-2a20-4782-b43d-2717bdd273fa">juhataja</Allkirjastaja_x0020_amet_x002F_roll>
    <Koostaja xmlns="4f28efae-2a20-4782-b43d-2717bdd273fa">Kaie Sarv</Koostaja>
    <Koostaja_x0020_telefon xmlns="4f28efae-2a20-4782-b43d-2717bdd273fa">503 5918</Koostaja_x0020_telefon>
    <Koostaja_x0020_e-post xmlns="4f28efae-2a20-4782-b43d-2717bdd273fa">kaie.sarv@keskkonnaamet.ee</Koostaja_x0020_e-post>
    <RMAccessRestriction xmlns="4f28efae-2a20-4782-b43d-2717bdd273fa"/>
    <RMAccessRestrictedFrom xmlns="4f28efae-2a20-4782-b43d-2717bdd273fa" xsi:nil="true"/>
    <RMAccessRestrictedUntil xmlns="4f28efae-2a20-4782-b43d-2717bdd273fa" xsi:nil="true"/>
    <RMForPDF xmlns="4f28efae-2a20-4782-b43d-2717bdd273fa">true</RMForPDF>
    <RMPrimaryDocument xmlns="4f28efae-2a20-4782-b43d-2717bdd273fa" xsi:nil="true"/>
    <RMSubDocumentCount xmlns="4f28efae-2a20-4782-b43d-2717bdd273fa" xsi:nil="true"/>
    <RMInSigningContainer xmlns="4f28efae-2a20-4782-b43d-2717bdd273fa" xsi:nil="true"/>
    <RMForSigning xmlns="4f28efae-2a20-4782-b43d-2717bdd273fa" xsi:nil="true"/>
    <RMBackgroundInfo xmlns="4f28efae-2a20-4782-b43d-2717bdd273fa" xsi:nil="true"/>
    <RMForPublic xmlns="4f28efae-2a20-4782-b43d-2717bdd273fa" xsi:nil="true"/>
    <RMRevisionStatus xmlns="4f28efae-2a20-4782-b43d-2717bdd273fa" xsi:nil="true"/>
    <RMAddDocumentDataToFileName xmlns="4f28efae-2a20-4782-b43d-2717bdd273fa">false</RMAddDocumentDataToFileName>
    <RMOrderPosition xmlns="4f28efae-2a20-4782-b43d-2717bdd273fa" xsi:nil="true"/>
    <RMAccessRestrictionOwner xmlns="4f28efae-2a20-4782-b43d-2717bdd273fa">Kaie Sarv</RMAccessRestrictionOwner>
    <RMAccessRestrictionLevel xmlns="4f28efae-2a20-4782-b43d-2717bdd273fa">Avalik</RMAccessRestrictionLevel>
    <RMAccessRestrictionReason xmlns="4f28efae-2a20-4782-b43d-2717bdd273fa" xsi:nil="true"/>
    <RMAccessRestrictionNotificationTime xmlns="4f28efae-2a20-4782-b43d-2717bdd273fa" xsi:nil="true"/>
    <RMAccessRestrictionDate xmlns="4f28efae-2a20-4782-b43d-2717bdd273fa" xsi:nil="true"/>
    <RMAccessRestrictionEndEvent xmlns="4f28efae-2a20-4782-b43d-2717bdd273fa" xsi:nil="true"/>
    <RMAccessRestrictionDuration xmlns="4f28efae-2a20-4782-b43d-2717bdd273fa" xsi:nil="true"/>
    <RMInheritedFields xmlns="4f28efae-2a20-4782-b43d-2717bdd273fa" xsi:nil="true"/>
    <Telefon xmlns="4f28efae-2a20-4782-b43d-2717bdd273fa" xsi:nil="true"/>
    <RMPublishedDocumentUniqueId xmlns="4f28efae-2a20-4782-b43d-2717bdd273fa" xsi:nil="true"/>
    <RMPaperDocumentRetentionSchedule xmlns="4f28efae-2a20-4782-b43d-2717bdd273fa" xsi:nil="true"/>
    <RMAccessRestrictionOwnerTemp xmlns="4f28efae-2a20-4782-b43d-2717bdd273fa" xsi:nil="true"/>
    <RMAccessRestrictionOwnerTempUntil xmlns="4f28efae-2a20-4782-b43d-2717bdd273fa" xsi:nil="true"/>
    <RMAccessRestrictionExtended xmlns="4f28efae-2a20-4782-b43d-2717bdd273fa" xsi:nil="true"/>
    <RMRetentionDeadline xmlns="4f28efae-2a20-4782-b43d-2717bdd273fa" xsi:nil="true"/>
    <RMNotes xmlns="4f28efae-2a20-4782-b43d-2717bdd273fa" xsi:nil="true"/>
    <RMShouldArchiveFilesOnRegistration xmlns="4f28efae-2a20-4782-b43d-2717bdd273fa">false</RMShouldArchiveFilesOnRegistration>
    <RMKeywords xmlns="4f28efae-2a20-4782-b43d-2717bdd273fa" xsi:nil="true"/>
    <RMStatus xmlns="4f28efae-2a20-4782-b43d-2717bdd273fa">Captured</RMStatus>
  </documentManagement>
</p:properties>
</file>

<file path=customXml/item2.xml><?xml version="1.0" encoding="utf-8"?>
<ct:contentTypeSchema xmlns:ct="http://schemas.microsoft.com/office/2006/metadata/contentType" xmlns:fp="http://schemas.webmedia.eu/flairPoint/propertyStores/ooxml/sharePointIntegration" xmlns:ma="http://schemas.microsoft.com/office/2006/metadata/properties/metaAttributes" xmlns:xs="http://www.w3.org/2001/XMLSchema" ma:contentTypeID="0x0102020102" ma:contentTypeVersion="1121" fp:containerId="228b4970-73de-44a4-83e2-9513be360001" fp:lcid="1061" ma:contentTypeName="Väljaminev_kiri">
  <xs:schema xmlns:f="4f28efae-2a20-4782-b43d-2717bdd273fa" targetNamespace="http://schemas.microsoft.com/office/2006/metadata/properties" ma:root="true">
    <xs:element name="properties">
      <xs:complexType>
        <xs:sequence>
          <xs:element name="documentManagement">
            <xs:complexType>
              <xs:all>
                <xs:element ref="f:RMUniqueID" minOccurs="0"/>
                <xs:element ref="f:RMTitle" minOccurs="0"/>
                <xs:element ref="f:RMRegistrationDate" minOccurs="0"/>
                <xs:element ref="f:RMReferenceCode" minOccurs="0"/>
                <xs:element ref="f:RMFolderChain" minOccurs="0"/>
                <xs:element ref="f:ContactId" minOccurs="0"/>
                <xs:element ref="f:Asutus" minOccurs="0"/>
                <xs:element ref="f:Isik" minOccurs="0"/>
                <xs:element ref="f:E-posti_x0020_aadress" minOccurs="0"/>
                <xs:element ref="f:Aadress" minOccurs="0"/>
                <xs:element ref="f:Indeks" minOccurs="0"/>
                <xs:element ref="f:Linn_x002F_Vald" minOccurs="0"/>
                <xs:element ref="f:Maakond" minOccurs="0"/>
                <xs:element ref="f:RMRecipients" minOccurs="0"/>
                <xs:element ref="f:RMSenderRegNr" minOccurs="0"/>
                <xs:element ref="f:Saatja_x0020_kuupäev" minOccurs="0"/>
                <xs:element ref="f:RMAdditionalRecipients" minOccurs="0"/>
                <xs:element ref="f:Allkirjastaja" minOccurs="0"/>
                <xs:element ref="f:Allkirjastaja_x0020_nimi" minOccurs="0"/>
                <xs:element ref="f:Allkirjastaja_x0020_amet_x002F_roll" minOccurs="0"/>
                <xs:element ref="f:Koostaja" minOccurs="0"/>
                <xs:element ref="f:Koostaja_x0020_telefon" minOccurs="0"/>
                <xs:element ref="f:Koostaja_x0020_e-post" minOccurs="0"/>
                <xs:element ref="f:RMAccessRestriction" minOccurs="0"/>
                <xs:element ref="f:RMAccessRestrictedFrom" minOccurs="0"/>
                <xs:element ref="f:RMAccessRestrictedUntil" minOccurs="0"/>
                <xs:element ref="f:RMForPDF" minOccurs="0"/>
                <xs:element ref="f:RMPrimaryDocument" minOccurs="0"/>
                <xs:element ref="f:RMSubDocumentCount" minOccurs="0"/>
                <xs:element ref="f:RMInSigningContainer" minOccurs="0"/>
                <xs:element ref="f:RMForSigning" minOccurs="0"/>
                <xs:element ref="f:RMBackgroundInfo" minOccurs="0"/>
                <xs:element ref="f:RMForPublic" minOccurs="0"/>
                <xs:element ref="f:RMRevisionStatus" minOccurs="0"/>
                <xs:element ref="f:RMAddDocumentDataToFileName" minOccurs="0"/>
                <xs:element ref="f:RMOrderPosition" minOccurs="0"/>
                <xs:element ref="f:RMAccessRestrictionOwner" minOccurs="0"/>
                <xs:element ref="f:RMAccessRestrictionLevel" minOccurs="0"/>
                <xs:element ref="f:RMAccessRestrictionReason" minOccurs="0"/>
                <xs:element ref="f:RMAccessRestrictionNotificationTime" minOccurs="0"/>
                <xs:element ref="f:RMAccessRestrictionDate" minOccurs="0"/>
                <xs:element ref="f:RMAccessRestrictionEndEvent" minOccurs="0"/>
                <xs:element ref="f:RMAccessRestrictionDuration" minOccurs="0"/>
                <xs:element ref="f:RMInheritedFields" minOccurs="0"/>
                <xs:element ref="f:Telefon" minOccurs="0"/>
                <xs:element ref="f:RMPublishedDocumentUniqueId" minOccurs="0"/>
                <xs:element ref="f:RMPaperDocumentRetentionSchedule" minOccurs="0"/>
                <xs:element ref="f:RMAccessRestrictionOwnerTemp" minOccurs="0"/>
                <xs:element ref="f:RMAccessRestrictionOwnerTempUntil" minOccurs="0"/>
                <xs:element ref="f:RMAccessRestrictionExtended" minOccurs="0"/>
                <xs:element ref="f:RMRetentionDeadline" minOccurs="0"/>
                <xs:element ref="f:RMNotes" minOccurs="0"/>
                <xs:element ref="f:RMShouldArchiveFilesOnRegistration" minOccurs="0"/>
                <xs:element ref="f:RMKeywords" minOccurs="0"/>
                <xs:element ref="f:RMStatus" minOccurs="0"/>
              </xs:all>
            </xs:complexType>
          </xs:element>
        </xs:sequence>
      </xs:complexType>
    </xs:element>
  </xs:schema>
  <xs:schema xmlns:dms="http://schemas.microsoft.com/office/2006/documentManagement/types" targetNamespace="4f28efae-2a20-4782-b43d-2717bdd273fa" elementFormDefault="qualified">
    <xs:element name="RMUniqueID" ma:displayName="Unikaalne ID" ma:index="0" ma:internalName="RMUniqueID" ma:readOnly="true" fp:namespace="228B497073DE44A483E29513BE360001" fp:type="Guid">
      <xs:simpleType>
        <xs:restriction base="dms:Text">
          <xs:pattern value="\{[0-9a-fA-F]{8}-[0-9a-fA-F]{4}-[0-9a-fA-F]{4}-[0-9a-fA-F]{4}-[0-9a-fA-F]{12}\}|[0-9a-fA-F]{8}-[0-9a-fA-F]{4}-[0-9a-fA-F]{4}-[0-9a-fA-F]{4}-[0-9a-fA-F]{12}"/>
        </xs:restriction>
      </xs:simpleType>
    </xs:element>
    <xs:element name="RMTitle" ma:displayName="Pealkiri" ma:index="1" ma:internalName="RMTitle" ma:readOnly="true" fp:namespace="228B497073DE44A483E29513BE360001" fp:type="String">
      <xs:simpleType>
        <xs:restriction base="dms:Text">
          <xs:maxLength value="255"/>
        </xs:restriction>
      </xs:simpleType>
    </xs:element>
    <xs:element name="RMRegistrationDate" ma:displayName="Registreerimise kuupäev" ma:index="2" ma:internalName="RMRegistrationDate" nillable="true" ma:readOnly="true" fp:namespace="228B497073DE44A483E29513BE360001" ma:format="DateTime" fp:type="DateTime">
      <xs:simpleType>
        <xs:restriction base="dms:DateTime"/>
      </xs:simpleType>
    </xs:element>
    <xs:element name="RMReferenceCode" ma:displayName="Registreerimisnumber" ma:index="3" ma:internalName="RMReferenceCode" nillable="true" ma:readOnly="true" fp:namespace="228B497073DE44A483E29513BE360001" fp:type="String">
      <xs:simpleType>
        <xs:restriction base="dms:Text">
          <xs:maxLength value="255"/>
        </xs:restriction>
      </xs:simpleType>
    </xs:element>
    <xs:element name="RMFolderChain" ma:displayName="RMFolderChain" ma:index="4" ma:internalName="RMFolderChain" nillable="true" ma:readOnly="true" fp:namespace="228B497073DE44A483E29513BE360001" fp:type="String">
      <xs:simpleType>
        <xs:restriction base="dms:Text"/>
      </xs:simpleType>
    </xs:element>
    <xs:element name="ContactId" ma:displayName="Kontakt" ma:index="5" ma:internalName="ContactId" nillable="true" fp:namespace="228B497073DE44A483E29513BE360001" fp:type="Int32">
      <xs:simpleType>
        <xs:restriction base="dms:Number">
          <xs:minInclusive value="-2147483648"/>
          <xs:maxInclusive value="2147483647"/>
          <xs:pattern value="(-?\d+)?"/>
        </xs:restriction>
      </xs:simpleType>
    </xs:element>
    <xs:element name="Asutus" ma:displayName="Asutus (kellele saadetakse)" ma:index="6" ma:internalName="Asutus" nillable="true" fp:namespace="228B497073DE44A483E29513BE360001" fp:type="String">
      <xs:simpleType>
        <xs:restriction base="dms:Text">
          <xs:maxLength value="255"/>
        </xs:restriction>
      </xs:simpleType>
    </xs:element>
    <xs:element name="Isik" ma:displayName="Isik (kellele saadetakse)" ma:index="7" ma:internalName="Isik" nillable="true" fp:namespace="228B497073DE44A483E29513BE360001" fp:type="String">
      <xs:simpleType>
        <xs:restriction base="dms:Text">
          <xs:maxLength value="100"/>
        </xs:restriction>
      </xs:simpleType>
    </xs:element>
    <xs:element name="E-posti_x0020_aadress" ma:displayName="E-posti aadress" ma:index="8" ma:internalName="E-posti_x0020_aadress" nillable="true" fp:namespace="228B497073DE44A483E29513BE360001" fp:type="String">
      <xs:simpleType>
        <xs:restriction base="dms:Text">
          <xs:maxLength value="100"/>
        </xs:restriction>
      </xs:simpleType>
    </xs:element>
    <xs:element name="Aadress" ma:displayName="Aadress" ma:index="9" ma:internalName="Aadress" nillable="true" fp:namespace="228B497073DE44A483E29513BE360001" fp:type="String">
      <xs:simpleType>
        <xs:restriction base="dms:Text">
          <xs:maxLength value="255"/>
        </xs:restriction>
      </xs:simpleType>
    </xs:element>
    <xs:element name="Indeks" ma:displayName="Indeks" ma:index="10" ma:internalName="Indeks" nillable="true" fp:namespace="228B497073DE44A483E29513BE360001" fp:type="String">
      <xs:simpleType>
        <xs:restriction base="dms:Text"/>
      </xs:simpleType>
    </xs:element>
    <xs:element name="Linn_x002F_Vald" ma:displayName="Linn/Vald" ma:index="11" ma:internalName="Linn_x002F_Vald" nillable="true" fp:namespace="228B497073DE44A483E29513BE360001" fp:type="String">
      <xs:simpleType>
        <xs:restriction base="dms:Text"/>
      </xs:simpleType>
    </xs:element>
    <xs:element name="Maakond" ma:displayName="Maakond" ma:index="12" ma:internalName="Maakond" nillable="true" fp:namespace="228B497073DE44A483E29513BE360001" fp:type="String">
      <xs:simpleType>
        <xs:restriction base="dms:Text"/>
      </xs:simpleType>
    </xs:element>
    <xs:element name="RMRecipients" ma:displayName="Adressaadid" ma:index="13" ma:internalName="RMRecipients" nillable="true" fp:namespace="228B497073DE44A483E29513BE360001" fp:type="String">
      <xs:simpleType>
        <xs:restriction base="dms:Text"/>
      </xs:simpleType>
    </xs:element>
    <xs:element name="RMSenderRegNr" ma:displayName="Saatja viit" ma:index="14" ma:internalName="RMSenderRegNr" nillable="true" fp:namespace="228B497073DE44A483E29513BE360001" fp:type="String">
      <xs:simpleType>
        <xs:restriction base="dms:Text"/>
      </xs:simpleType>
    </xs:element>
    <xs:element name="Saatja_x0020_kuupäev" ma:displayName="Saatja kuupäev" ma:index="15" ma:internalName="Saatja_x0020_kuupäev" nillable="true" ma:readOnly="true" fp:namespace="228B497073DE44A483E29513BE360001" ma:format="DateOnly" fp:type="DateTime">
      <xs:simpleType>
        <xs:restriction base="dms:DateTime"/>
      </xs:simpleType>
    </xs:element>
    <xs:element name="RMAdditionalRecipients" ma:displayName="Lisaadressaadid" ma:index="16" ma:internalName="RMAdditionalRecipients" nillable="true" fp:namespace="228B497073DE44A483E29513BE360001" fp:type="String">
      <xs:simpleType>
        <xs:restriction base="dms:Text"/>
      </xs:simpleType>
    </xs:element>
    <xs:element name="Allkirjastaja" ma:displayName="Allkirjastaja" ma:index="17" ma:internalName="Allkirjastaja" ma:readOnly="true" fp:namespace="228B497073DE44A483E29513BE360001" fp:type="String">
      <xs:simpleType>
        <xs:restriction base="dms:Text"/>
      </xs:simpleType>
    </xs:element>
    <xs:element name="Allkirjastaja_x0020_nimi" ma:displayName="Allkirjastaja nimi" ma:index="18" ma:internalName="Allkirjastaja_x0020_nimi" ma:readOnly="true" fp:namespace="228B497073DE44A483E29513BE360001" fp:type="String">
      <xs:simpleType>
        <xs:restriction base="dms:Text"/>
      </xs:simpleType>
    </xs:element>
    <xs:element name="Allkirjastaja_x0020_amet_x002F_roll" ma:displayName="Allkirjastaja amet/roll" ma:index="19" ma:internalName="Allkirjastaja_x0020_amet_x002F_roll" nillable="true" fp:namespace="228B497073DE44A483E29513BE360001" fp:type="String">
      <xs:simpleType>
        <xs:restriction base="dms:Text"/>
      </xs:simpleType>
    </xs:element>
    <xs:element name="Koostaja" ma:displayName="Koostaja" ma:index="20" ma:internalName="Koostaja" ma:readOnly="true" fp:namespace="228B497073DE44A483E29513BE360001" fp:type="String">
      <xs:simpleType>
        <xs:restriction base="dms:Text"/>
      </xs:simpleType>
    </xs:element>
    <xs:element name="Koostaja_x0020_telefon" ma:displayName="Koostaja telefon" ma:index="21" ma:internalName="Koostaja_x0020_telefon" nillable="true" fp:namespace="228B497073DE44A483E29513BE360001" fp:type="String">
      <xs:simpleType>
        <xs:restriction base="dms:Text"/>
      </xs:simpleType>
    </xs:element>
    <xs:element name="Koostaja_x0020_e-post" ma:displayName="Koostaja e-post" ma:index="22" ma:internalName="Koostaja_x0020_e-post" nillable="true" fp:namespace="228B497073DE44A483E29513BE360001" fp:type="String">
      <xs:simpleType>
        <xs:restriction base="dms:Text"/>
      </xs:simpleType>
    </xs:element>
    <xs:element name="RMAccessRestriction" ma:displayName="Juurdepääsupiirang" ma:index="23" ma:internalName="RMAccessRestriction" ma:readOnly="true" fp:namespace="228B497073DE44A483E29513BE360001" fp:type="String">
      <xs:simpleType>
        <xs:restriction base="dms:Text"/>
      </xs:simpleType>
    </xs:element>
    <xs:element name="RMAccessRestrictedFrom" ma:displayName="Juurdepääsupiirangu algusaeg" ma:index="24" ma:internalName="RMAccessRestrictedFrom" nillable="true" ma:readOnly="true" fp:namespace="228B497073DE44A483E29513BE360001" ma:format="DateOnly" fp:type="DateTime">
      <xs:simpleType>
        <xs:restriction base="dms:DateTime"/>
      </xs:simpleType>
    </xs:element>
    <xs:element name="RMAccessRestrictedUntil" ma:displayName="Juurdepääsupiirangu lõpp" ma:index="25" ma:internalName="RMAccessRestrictedUntil" nillable="true" ma:readOnly="true" fp:namespace="228B497073DE44A483E29513BE360001" ma:format="DateOnly" fp:type="DateTime">
      <xs:simpleType>
        <xs:restriction base="dms:DateTime"/>
      </xs:simpleType>
    </xs:element>
    <xs:element name="RMForPDF" ma:displayName="Tee PDFiks" ma:index="26" ma:internalName="RMForPDF" nillable="true" ma:readOnly="true" fp:namespace="228B497073DE44A483E29513BE360001" fp:type="Boolean">
      <xs:simpleType>
        <xs:restriction base="dms:Boolean"/>
      </xs:simpleType>
    </xs:element>
    <xs:element name="RMPrimaryDocument" ma:displayName="Esmane dokument" ma:index="27" ma:internalName="RMPrimaryDocument" nillable="true" ma:readOnly="true" fp:namespace="228B497073DE44A483E29513BE360001" fp:type="Boolean">
      <xs:simpleType>
        <xs:restriction base="dms:Boolean"/>
      </xs:simpleType>
    </xs:element>
    <xs:element name="RMSubDocumentCount" ma:displayName="Alamdokumentide arv" ma:index="28" ma:internalName="RMSubDocumentCount" nillable="true" ma:readOnly="true" fp:namespace="228B497073DE44A483E29513BE360001" fp:type="Int32">
      <xs:simpleType>
        <xs:restriction base="dms:Number">
          <xs:minInclusive value="-2147483648"/>
          <xs:maxInclusive value="2147483647"/>
          <xs:pattern value="(-?\d+)?"/>
        </xs:restriction>
      </xs:simpleType>
    </xs:element>
    <xs:element name="RMInSigningContainer" ma:displayName="In Signing Container" ma:index="29" ma:internalName="RMInSigningContainer" nillable="true" ma:readOnly="true" fp:namespace="228B497073DE44A483E29513BE360001" fp:type="Boolean">
      <xs:simpleType>
        <xs:restriction base="dms:Boolean"/>
      </xs:simpleType>
    </xs:element>
    <xs:element name="RMForSigning" ma:displayName="Allkirjastamiseks" ma:index="30" ma:internalName="RMForSigning" nillable="true" ma:readOnly="true" fp:namespace="228B497073DE44A483E29513BE360001" fp:type="Boolean">
      <xs:simpleType>
        <xs:restriction base="dms:Boolean"/>
      </xs:simpleType>
    </xs:element>
    <xs:element name="RMBackgroundInfo" ma:displayName="Taustainfo" ma:index="31" ma:internalName="RMBackgroundInfo" nillable="true" ma:readOnly="true" fp:namespace="228B497073DE44A483E29513BE360001" fp:type="Boolean">
      <xs:simpleType>
        <xs:restriction base="dms:Boolean"/>
      </xs:simpleType>
    </xs:element>
    <xs:element name="RMForPublic" ma:displayName="ADR" ma:index="32" ma:internalName="RMForPublic" nillable="true" ma:readOnly="true" fp:namespace="228B497073DE44A483E29513BE360001" fp:type="Boolean">
      <xs:simpleType>
        <xs:restriction base="dms:Boolean"/>
      </xs:simpleType>
    </xs:element>
    <xs:element name="RMRevisionStatus" ma:displayName="Versiooni olek" ma:index="33" ma:internalName="RMRevisionStatus" nillable="true" ma:readOnly="true" fp:namespace="228B497073DE44A483E29513BE360001" fp:type="String">
      <xs:simpleType>
        <xs:restriction base="dms:Choice">
          <xs:enumeration value="Draft"/>
          <xs:enumeration value="Valid"/>
          <xs:enumeration value="Void"/>
        </xs:restriction>
      </xs:simpleType>
    </xs:element>
    <xs:element name="RMAddDocumentDataToFileName" ma:displayName="Täienda faili pealkirja dokumendi andmetega" ma:index="34" ma:internalName="RMAddDocumentDataToFileName" nillable="true" ma:readOnly="true" fp:namespace="228B497073DE44A483E29513BE360001" fp:type="Boolean">
      <xs:simpleType>
        <xs:restriction base="dms:Boolean"/>
      </xs:simpleType>
    </xs:element>
    <xs:element name="RMOrderPosition" ma:displayName="Kausta dokumendi järjekorra number" ma:index="35" ma:internalName="RMOrderPosition" nillable="true" ma:readOnly="true" fp:namespace="228B497073DE44A483E29513BE360001" fp:type="Int32">
      <xs:simpleType>
        <xs:restriction base="dms:Number">
          <xs:minInclusive value="-2147483648"/>
          <xs:maxInclusive value="2147483647"/>
          <xs:pattern value="(-?\d+)?"/>
        </xs:restriction>
      </xs:simpleType>
    </xs:element>
    <xs:element name="RMAccessRestrictionOwner" ma:displayName="Juurdepääsupiirangu eest vastutaja (koostaja)" ma:index="36" ma:internalName="RMAccessRestrictionOwner" ma:readOnly="true" fp:namespace="228B497073DE44A483E29513BE360001" fp:type="String">
      <xs:simpleType>
        <xs:restriction base="dms:Text"/>
      </xs:simpleType>
    </xs:element>
    <xs:element name="RMAccessRestrictionLevel" ma:displayName="Juurdepääsupiirangu tase" ma:index="37" ma:internalName="RMAccessRestrictionLevel" ma:readOnly="true" fp:namespace="228B497073DE44A483E29513BE360001" fp:type="String">
      <xs:simpleType>
        <xs:restriction base="dms:Choice">
          <xs:enumeration value="Avalik"/>
          <xs:enumeration value="AK"/>
        </xs:restriction>
      </xs:simpleType>
    </xs:element>
    <xs:element name="RMAccessRestrictionReason" ma:displayName="Alus" ma:index="38" ma:internalName="RMAccessRestrictionReason" nillable="true" ma:readOnly="true" fp:namespace="228B497073DE44A483E29513BE360001" fp:type="String">
      <xs:simpleType>
        <xs:restriction base="dms:Text"/>
      </xs:simpleType>
    </xs:element>
    <xs:element name="RMAccessRestrictionNotificationTime" ma:displayName="Juurdepääsupiirangu meeldetuletus saadetud" ma:index="39" ma:internalName="RMAccessRestrictionNotificationTime" nillable="true" ma:readOnly="true" fp:namespace="228B497073DE44A483E29513BE360001" ma:format="DateOnly" fp:type="DateTime">
      <xs:simpleType>
        <xs:restriction base="dms:DateTime"/>
      </xs:simpleType>
    </xs:element>
    <xs:element name="RMAccessRestrictionDate" ma:displayName="Fikseeritud lõppkuupäev" ma:index="40" ma:internalName="RMAccessRestrictionDate" nillable="true" ma:readOnly="true" fp:namespace="228B497073DE44A483E29513BE360001" ma:format="DateOnly" fp:type="DateTime">
      <xs:simpleType>
        <xs:restriction base="dms:DateTime"/>
      </xs:simpleType>
    </xs:element>
    <xs:element name="RMAccessRestrictionEndEvent" ma:displayName="Kehtiv kuni kirjeldus" ma:index="41" ma:internalName="RMAccessRestrictionEndEvent" nillable="true" ma:readOnly="true" fp:namespace="228B497073DE44A483E29513BE360001" fp:type="String">
      <xs:simpleType>
        <xs:restriction base="dms:Text"/>
      </xs:simpleType>
    </xs:element>
    <xs:element name="RMAccessRestrictionDuration" ma:displayName="Kestus" ma:index="42" ma:internalName="RMAccessRestrictionDuration" nillable="true" ma:readOnly="true" fp:namespace="228B497073DE44A483E29513BE360001" fp:type="Int32">
      <xs:simpleType>
        <xs:restriction base="dms:Number">
          <xs:minInclusive value="-1"/>
          <xs:maxInclusive value="2147483647"/>
          <xs:pattern value="(-?\d+)?"/>
        </xs:restriction>
      </xs:simpleType>
    </xs:element>
    <xs:element name="RMInheritedFields" ma:displayName="Päritavad väljad" ma:index="43" ma:internalName="RMInheritedFields" nillable="true" ma:readOnly="true" fp:namespace="228B497073DE44A483E29513BE360001" fp:type="String">
      <xs:simpleType>
        <xs:restriction base="dms:Text"/>
      </xs:simpleType>
    </xs:element>
    <xs:element name="Telefon" ma:displayName="Telefon" ma:index="44" ma:internalName="Telefon" nillable="true" ma:readOnly="true" fp:namespace="228B497073DE44A483E29513BE360001" fp:type="String">
      <xs:simpleType>
        <xs:restriction base="dms:Text"/>
      </xs:simpleType>
    </xs:element>
    <xs:element name="RMPublishedDocumentUniqueId" ma:displayName="Viide avaldatud dokumendile" ma:index="45" ma:internalName="RMPublishedDocumentUniqueId" nillable="true" ma:readOnly="true" fp:namespace="228B497073DE44A483E29513BE360001" fp:type="Guid">
      <xs:simpleType>
        <xs:restriction base="dms:Text">
          <xs:pattern value="\{[0-9a-fA-F]{8}-[0-9a-fA-F]{4}-[0-9a-fA-F]{4}-[0-9a-fA-F]{4}-[0-9a-fA-F]{12}\}|[0-9a-fA-F]{8}-[0-9a-fA-F]{4}-[0-9a-fA-F]{4}-[0-9a-fA-F]{4}-[0-9a-fA-F]{12}"/>
        </xs:restriction>
      </xs:simpleType>
    </xs:element>
    <xs:element name="RMPaperDocumentRetentionSchedule" ma:displayName="Paberdokumentide hoiustamise ajakava" ma:index="46" ma:internalName="RMPaperDocumentRetentionSchedule" nillable="true" ma:readOnly="true" fp:namespace="228B497073DE44A483E29513BE360001" fp:type="String">
      <xs:simpleType>
        <xs:restriction base="dms:Text"/>
      </xs:simpleType>
    </xs:element>
    <xs:element name="RMAccessRestrictionOwnerTemp" ma:displayName="Juurdepääsupiirangu eest ajutine vastutaja" ma:index="47" ma:internalName="RMAccessRestrictionOwnerTemp" nillable="true" ma:readOnly="true" fp:namespace="228B497073DE44A483E29513BE360001" fp:type="String">
      <xs:simpleType>
        <xs:restriction base="dms:Text"/>
      </xs:simpleType>
    </xs:element>
    <xs:element name="RMAccessRestrictionOwnerTempUntil" ma:displayName="Juurdepääsupiirangu eest ajutise vastutamise lõppkuupäev" ma:index="48" ma:internalName="RMAccessRestrictionOwnerTempUntil" nillable="true" ma:readOnly="true" fp:namespace="228B497073DE44A483E29513BE360001" ma:format="DateOnly" fp:type="DateTime">
      <xs:simpleType>
        <xs:restriction base="dms:DateTime"/>
      </xs:simpleType>
    </xs:element>
    <xs:element name="RMAccessRestrictionExtended" ma:displayName="Juurdepääsupiirangu pikendamise kuupäev ja kellaaeg" ma:index="49" ma:internalName="RMAccessRestrictionExtended" nillable="true" ma:readOnly="true" fp:namespace="228B497073DE44A483E29513BE360001" ma:format="DateTime" fp:type="DateTime">
      <xs:simpleType>
        <xs:restriction base="dms:DateTime"/>
      </xs:simpleType>
    </xs:element>
    <xs:element name="RMRetentionDeadline" ma:displayName="Säilitustähtaeg" ma:index="50" ma:internalName="RMRetentionDeadline" nillable="true" ma:readOnly="true" fp:namespace="228B497073DE44A483E29513BE360001" ma:format="DateOnly" fp:type="DateTime">
      <xs:simpleType>
        <xs:restriction base="dms:DateTime"/>
      </xs:simpleType>
    </xs:element>
    <xs:element name="RMNotes" ma:displayName="Märkused" ma:index="51" ma:internalName="RMNotes" nillable="true" fp:namespace="228B497073DE44A483E29513BE360001" fp:type="String">
      <xs:simpleType>
        <xs:restriction base="dms:Text"/>
      </xs:simpleType>
    </xs:element>
    <xs:element name="RMShouldArchiveFilesOnRegistration" ma:displayName="Teisendada registreerimisel arhiivivormingusse" ma:index="52" ma:internalName="RMShouldArchiveFilesOnRegistration" nillable="true" ma:readOnly="true" fp:namespace="228B497073DE44A483E29513BE360001" fp:type="Boolean">
      <xs:simpleType>
        <xs:restriction base="dms:Boolean"/>
      </xs:simpleType>
    </xs:element>
    <xs:element name="RMKeywords" ma:displayName="Märksõnad" ma:index="53" ma:internalName="RMKeywords" nillable="true" fp:namespace="228B497073DE44A483E29513BE360001" fp:type="String">
      <xs:simpleType>
        <xs:restriction base="dms:Text"/>
      </xs:simpleType>
    </xs:element>
    <xs:element name="RMStatus" ma:displayName="Seisundi kood" ma:index="54" ma:internalName="RMStatus" nillable="true" ma:readOnly="true" fp:namespace="228B497073DE44A483E29513BE360001" fp:type="String">
      <xs:simpleType>
        <xs:restriction base="dms:Text">
          <xs:maxLength value="255"/>
        </xs:restriction>
      </xs:simpleType>
    </xs:element>
  </xs:schema>
  <xs:schema xmlns="http://schemas.openxmlformats.org/package/2006/metadata/core-properties" xmlns:dc="http://purl.org/dc/elements/1.1/" xmlns:dcterms="http://purl.org/dc/terms/" xmlns:xsd="http://www.w3.org/2001/XMLSchema" targetNamespace="http://schemas.openxmlformats.org/package/2006/metadata/core-properties" elementFormDefault="qualified" blockDefault="#all">
    <xs:import namespace="http://purl.org/dc/elements/1.1/" schemaLocation="http://dublincore.org/schemas/xmls/qdc/2003/04/02/dc.xsd"/>
    <xs:import namespace="http://purl.org/dc/terms/" schemaLocation="http://dublincore.org/schemas/xmls/qdc/2003/04/02/dcterms.xsd"/>
    <xs:element name="coreProperties" type="CT_coreProperties"/>
    <xs:complexType name="CT_coreProperties">
      <xs:all>
        <xs:element ref="dc:creator" minOccurs="0"/>
        <xs:element ref="dcterms:created" minOccurs="0"/>
        <xs:element ref="dc:identifier" minOccurs="0"/>
        <xs:element name="contentType" type="xsd:string" minOccurs="0" ma:index="0"/>
        <xs:element ref="dc:title"/>
        <xs:element ref="dc:subject" minOccurs="0"/>
        <xs:element ref="dc:description" minOccurs="0"/>
        <xs:element name="keywords" type="xsd:string" minOccurs="0"/>
        <xs:element ref="dc:language" minOccurs="0"/>
        <xs:element name="category" type="xsd:string" minOccurs="0"/>
        <xs:element name="version" type="xsd:string" minOccurs="0"/>
        <xs:element name="revision" type="xsd:string" minOccurs="0"/>
        <xs:element name="lastModifiedBy" type="xsd:string" minOccurs="0"/>
        <xs:element ref="dcterms:modified" minOccurs="0"/>
        <xs:element name="contentStatus" type="xsd:string" minOccurs="0"/>
      </xs:all>
    </xs:complexType>
  </xs:schema>
</ct:contentTypeSchema>
</file>

<file path=customXml/item3.xml><?xml version="1.0" encoding="utf-8"?>
<b:Sources xmlns:b="http://schemas.openxmlformats.org/officeDocument/2006/bibliography" xmlns="http://schemas.openxmlformats.org/officeDocument/2006/bibliography" SelectedStyle="\GostName.XSL" StyleName="GOST - Name Sort"/>
</file>

<file path=customXml/item4.xml><?xml version="1.0" encoding="utf-8"?>
<?mso-contenttype ?>
<FormTemplates xmlns="http://schemas.microsoft.com/sharepoint/v3/contenttype/forms">
  <Display>ListForm</Display>
  <Edit>ListForm</Edit>
  <New>ListForm</New>
</FormTemplates>
</file>

<file path=customXml/itemProps1.xml><?xml version="1.0" encoding="utf-8"?>
<ds:datastoreItem xmlns:ds="http://schemas.openxmlformats.org/officeDocument/2006/customXml" ds:itemID="{4641D1AD-509B-40CE-903D-086D51302F65}">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4f28efae-2a20-4782-b43d-2717bdd273fa"/>
    <ds:schemaRef ds:uri="http://www.w3.org/XML/1998/namespace"/>
  </ds:schemaRefs>
</ds:datastoreItem>
</file>

<file path=customXml/itemProps2.xml><?xml version="1.0" encoding="utf-8"?>
<ds:datastoreItem xmlns:ds="http://schemas.openxmlformats.org/officeDocument/2006/customXml" ds:itemID="{1B7BB4D0-FE80-4075-8A36-9C10A9989AEE}">
  <ds:schemaRefs>
    <ds:schemaRef ds:uri="http://schemas.microsoft.com/office/2006/metadata/properties/metaAttributes"/>
    <ds:schemaRef ds:uri="http://schemas.microsoft.com/office/2006/metadata/contentType"/>
    <ds:schemaRef ds:uri="http://schemas.microsoft.com/office/2006/metadata/properties"/>
    <ds:schemaRef ds:uri="4f28efae-2a20-4782-b43d-2717bdd273fa"/>
    <ds:schemaRef ds:uri="http://www.w3.org/2001/XMLSchema"/>
    <ds:schemaRef ds:uri="http://schemas.microsoft.com/office/2006/documentManagement/types"/>
    <ds:schemaRef ds:uri="http://schemas.openxmlformats.org/package/2006/metadata/core-properties"/>
    <ds:schemaRef ds:uri="http://purl.org/dc/elements/1.1/"/>
    <ds:schemaRef ds:uri="http://purl.org/dc/terms/"/>
    <ds:schemaRef ds:uri="http://schemas.webmedia.eu/flairPoint/propertyStores/ooxml/sharePointIntegration"/>
  </ds:schemaRefs>
</ds:datastoreItem>
</file>

<file path=customXml/itemProps3.xml><?xml version="1.0" encoding="utf-8"?>
<ds:datastoreItem xmlns:ds="http://schemas.openxmlformats.org/officeDocument/2006/customXml" ds:itemID="{93B7F757-79EC-43DE-9F55-84EC61F99530}">
  <ds:schemaRefs>
    <ds:schemaRef ds:uri="http://schemas.openxmlformats.org/officeDocument/2006/bibliography"/>
  </ds:schemaRefs>
</ds:datastoreItem>
</file>

<file path=customXml/itemProps4.xml><?xml version="1.0" encoding="utf-8"?>
<ds:datastoreItem xmlns:ds="http://schemas.openxmlformats.org/officeDocument/2006/customXml" ds:itemID="{5167FD49-8194-49B4-805C-07B394F8F0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kirjaplank.dotx</Template>
  <TotalTime>2</TotalTime>
  <Pages>2</Pages>
  <Words>229</Words>
  <Characters>1926</Characters>
  <Application>Microsoft Office Word</Application>
  <DocSecurity>0</DocSecurity>
  <Lines>16</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Looduskaitsetöö lähteülesande kooskõlastamine (Kassari mk 34 loopealne ja puiskarjamaa)</dc:title>
  <dc:subject/>
  <dc:description/>
  <cp:lastModifiedBy>Kaie Sarv</cp:lastModifiedBy>
  <cp:revision>2</cp:revision>
  <cp:lastPrinted>2014-04-03T11:06:00Z</cp:lastPrinted>
  <dcterms:created xsi:type="dcterms:W3CDTF">2023-04-10T07:00:00Z</dcterms:created>
  <dcterms:modified xsi:type="dcterms:W3CDTF">2023-04-10T07:02:00Z</dcterms:modified>
</cp:coreProperties>
</file>